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392"/>
        <w:gridCol w:w="175"/>
        <w:gridCol w:w="250"/>
        <w:gridCol w:w="4428"/>
        <w:gridCol w:w="42"/>
      </w:tblGrid>
      <w:tr w:rsidR="004617B4" w:rsidRPr="00F75D89" w:rsidTr="009B2E98">
        <w:trPr>
          <w:jc w:val="center"/>
        </w:trPr>
        <w:tc>
          <w:tcPr>
            <w:tcW w:w="4536" w:type="dxa"/>
            <w:vAlign w:val="center"/>
          </w:tcPr>
          <w:p w:rsidR="004617B4" w:rsidRPr="000932AB" w:rsidRDefault="004617B4" w:rsidP="009B2E98">
            <w:pPr>
              <w:spacing w:line="300" w:lineRule="exact"/>
              <w:ind w:right="351"/>
              <w:jc w:val="center"/>
              <w:rPr>
                <w:b/>
                <w:spacing w:val="-12"/>
                <w:sz w:val="28"/>
                <w:szCs w:val="28"/>
              </w:rPr>
            </w:pPr>
            <w:r w:rsidRPr="000932AB">
              <w:rPr>
                <w:noProof/>
                <w:spacing w:val="-12"/>
              </w:rPr>
              <w:drawing>
                <wp:anchor distT="0" distB="0" distL="114300" distR="114300" simplePos="0" relativeHeight="251659264" behindDoc="0" locked="0" layoutInCell="1" allowOverlap="1" wp14:anchorId="5E0D167E" wp14:editId="3724D065">
                  <wp:simplePos x="0" y="0"/>
                  <wp:positionH relativeFrom="column">
                    <wp:posOffset>2664460</wp:posOffset>
                  </wp:positionH>
                  <wp:positionV relativeFrom="paragraph">
                    <wp:posOffset>30480</wp:posOffset>
                  </wp:positionV>
                  <wp:extent cx="721360" cy="730885"/>
                  <wp:effectExtent l="0" t="0" r="2540" b="0"/>
                  <wp:wrapNone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360" cy="7308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932AB">
              <w:rPr>
                <w:spacing w:val="-12"/>
                <w:sz w:val="28"/>
                <w:szCs w:val="28"/>
              </w:rPr>
              <w:t>МИНИСТЕРСТВО СПОРТА РЕСПУБЛИКИ ТАТАРСТАН</w:t>
            </w:r>
          </w:p>
        </w:tc>
        <w:tc>
          <w:tcPr>
            <w:tcW w:w="817" w:type="dxa"/>
            <w:gridSpan w:val="3"/>
            <w:vAlign w:val="center"/>
          </w:tcPr>
          <w:p w:rsidR="004617B4" w:rsidRPr="00FB716C" w:rsidRDefault="004617B4" w:rsidP="009B2E98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4470" w:type="dxa"/>
            <w:gridSpan w:val="2"/>
            <w:vAlign w:val="center"/>
          </w:tcPr>
          <w:p w:rsidR="004617B4" w:rsidRPr="000932AB" w:rsidRDefault="004617B4" w:rsidP="009B2E98">
            <w:pPr>
              <w:spacing w:line="300" w:lineRule="exact"/>
              <w:ind w:left="317" w:right="-174"/>
              <w:rPr>
                <w:spacing w:val="-12"/>
                <w:sz w:val="28"/>
                <w:szCs w:val="28"/>
              </w:rPr>
            </w:pPr>
            <w:r w:rsidRPr="000932AB">
              <w:rPr>
                <w:spacing w:val="-12"/>
                <w:sz w:val="28"/>
                <w:szCs w:val="28"/>
              </w:rPr>
              <w:t xml:space="preserve">ТАТАРСТАН РЕСПУБЛИКАСЫ </w:t>
            </w:r>
          </w:p>
          <w:p w:rsidR="004617B4" w:rsidRPr="00FB716C" w:rsidRDefault="004617B4" w:rsidP="009B2E98">
            <w:pPr>
              <w:spacing w:line="300" w:lineRule="exact"/>
              <w:ind w:left="317" w:right="214"/>
              <w:jc w:val="center"/>
              <w:rPr>
                <w:b/>
                <w:spacing w:val="-6"/>
                <w:sz w:val="28"/>
                <w:szCs w:val="28"/>
              </w:rPr>
            </w:pPr>
            <w:r w:rsidRPr="000932AB">
              <w:rPr>
                <w:spacing w:val="-12"/>
                <w:sz w:val="28"/>
                <w:szCs w:val="28"/>
              </w:rPr>
              <w:t>СПОРТ МИНИСТРЛЫГЫ</w:t>
            </w:r>
          </w:p>
        </w:tc>
      </w:tr>
      <w:tr w:rsidR="004617B4" w:rsidRPr="00FB3B5A" w:rsidTr="009B2E98">
        <w:trPr>
          <w:jc w:val="center"/>
        </w:trPr>
        <w:tc>
          <w:tcPr>
            <w:tcW w:w="4536" w:type="dxa"/>
          </w:tcPr>
          <w:p w:rsidR="004617B4" w:rsidRPr="00FB3B5A" w:rsidRDefault="004617B4" w:rsidP="009B2E98">
            <w:pPr>
              <w:ind w:left="-100"/>
              <w:jc w:val="center"/>
              <w:rPr>
                <w:b/>
                <w:sz w:val="16"/>
                <w:szCs w:val="10"/>
              </w:rPr>
            </w:pPr>
          </w:p>
        </w:tc>
        <w:tc>
          <w:tcPr>
            <w:tcW w:w="817" w:type="dxa"/>
            <w:gridSpan w:val="3"/>
          </w:tcPr>
          <w:p w:rsidR="004617B4" w:rsidRPr="00FB3B5A" w:rsidRDefault="004617B4" w:rsidP="009B2E98">
            <w:pPr>
              <w:ind w:right="-108"/>
              <w:jc w:val="center"/>
              <w:rPr>
                <w:sz w:val="16"/>
                <w:szCs w:val="10"/>
              </w:rPr>
            </w:pPr>
          </w:p>
        </w:tc>
        <w:tc>
          <w:tcPr>
            <w:tcW w:w="4470" w:type="dxa"/>
            <w:gridSpan w:val="2"/>
          </w:tcPr>
          <w:p w:rsidR="004617B4" w:rsidRPr="00FB3B5A" w:rsidRDefault="004617B4" w:rsidP="009B2E98">
            <w:pPr>
              <w:ind w:left="-70" w:right="-32"/>
              <w:jc w:val="center"/>
              <w:rPr>
                <w:b/>
                <w:sz w:val="16"/>
                <w:szCs w:val="10"/>
              </w:rPr>
            </w:pPr>
          </w:p>
        </w:tc>
      </w:tr>
      <w:tr w:rsidR="004617B4" w:rsidRPr="00F75D89" w:rsidTr="009B2E98">
        <w:trPr>
          <w:jc w:val="center"/>
        </w:trPr>
        <w:tc>
          <w:tcPr>
            <w:tcW w:w="4536" w:type="dxa"/>
            <w:vAlign w:val="center"/>
          </w:tcPr>
          <w:p w:rsidR="004617B4" w:rsidRDefault="004617B4" w:rsidP="009B2E98">
            <w:pPr>
              <w:spacing w:line="220" w:lineRule="exact"/>
              <w:ind w:right="314"/>
              <w:jc w:val="center"/>
              <w:rPr>
                <w:spacing w:val="-6"/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>ул.</w:t>
            </w:r>
            <w:r w:rsidRPr="00D030BF">
              <w:rPr>
                <w:spacing w:val="-6"/>
                <w:sz w:val="20"/>
                <w:szCs w:val="20"/>
              </w:rPr>
              <w:t xml:space="preserve">Петербургская, </w:t>
            </w:r>
            <w:r>
              <w:rPr>
                <w:spacing w:val="-6"/>
                <w:sz w:val="20"/>
                <w:szCs w:val="20"/>
              </w:rPr>
              <w:t>д.</w:t>
            </w:r>
            <w:r w:rsidRPr="00D030BF">
              <w:rPr>
                <w:spacing w:val="-6"/>
                <w:sz w:val="20"/>
                <w:szCs w:val="20"/>
              </w:rPr>
              <w:t xml:space="preserve">12, </w:t>
            </w:r>
          </w:p>
          <w:p w:rsidR="004617B4" w:rsidRDefault="004617B4" w:rsidP="009B2E98">
            <w:pPr>
              <w:spacing w:line="220" w:lineRule="exact"/>
              <w:ind w:right="314"/>
              <w:jc w:val="center"/>
              <w:rPr>
                <w:noProof/>
              </w:rPr>
            </w:pPr>
            <w:r w:rsidRPr="00D030BF">
              <w:rPr>
                <w:spacing w:val="-6"/>
                <w:sz w:val="20"/>
                <w:szCs w:val="20"/>
                <w:lang w:val="tt-RU"/>
              </w:rPr>
              <w:t>г</w:t>
            </w:r>
            <w:r>
              <w:rPr>
                <w:spacing w:val="-6"/>
                <w:sz w:val="20"/>
                <w:szCs w:val="20"/>
              </w:rPr>
              <w:t>.</w:t>
            </w:r>
            <w:r w:rsidRPr="00D030BF">
              <w:rPr>
                <w:spacing w:val="-6"/>
                <w:sz w:val="20"/>
                <w:szCs w:val="20"/>
                <w:lang w:val="tt-RU"/>
              </w:rPr>
              <w:t>Казан</w:t>
            </w:r>
            <w:r w:rsidRPr="00D030BF">
              <w:rPr>
                <w:spacing w:val="-6"/>
                <w:sz w:val="20"/>
                <w:szCs w:val="20"/>
              </w:rPr>
              <w:t>ь, 420107</w:t>
            </w:r>
          </w:p>
        </w:tc>
        <w:tc>
          <w:tcPr>
            <w:tcW w:w="817" w:type="dxa"/>
            <w:gridSpan w:val="3"/>
            <w:vAlign w:val="center"/>
          </w:tcPr>
          <w:p w:rsidR="004617B4" w:rsidRPr="00FB716C" w:rsidRDefault="004617B4" w:rsidP="009B2E98">
            <w:pPr>
              <w:spacing w:line="220" w:lineRule="exact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4470" w:type="dxa"/>
            <w:gridSpan w:val="2"/>
            <w:vAlign w:val="center"/>
          </w:tcPr>
          <w:p w:rsidR="004617B4" w:rsidRDefault="004617B4" w:rsidP="009B2E98">
            <w:pPr>
              <w:spacing w:line="220" w:lineRule="exact"/>
              <w:ind w:left="69" w:right="-32"/>
              <w:jc w:val="center"/>
              <w:rPr>
                <w:spacing w:val="-6"/>
                <w:sz w:val="20"/>
                <w:szCs w:val="20"/>
              </w:rPr>
            </w:pPr>
            <w:r w:rsidRPr="00D030BF">
              <w:rPr>
                <w:spacing w:val="-6"/>
                <w:sz w:val="20"/>
                <w:szCs w:val="20"/>
                <w:lang w:val="tt-RU"/>
              </w:rPr>
              <w:t>Петербургская урамы</w:t>
            </w:r>
            <w:r w:rsidRPr="00D030BF">
              <w:rPr>
                <w:spacing w:val="-6"/>
                <w:sz w:val="20"/>
                <w:szCs w:val="20"/>
              </w:rPr>
              <w:t xml:space="preserve">, 12 нче йорт, </w:t>
            </w:r>
          </w:p>
          <w:p w:rsidR="004617B4" w:rsidRPr="00FB716C" w:rsidRDefault="004617B4" w:rsidP="009B2E98">
            <w:pPr>
              <w:spacing w:line="220" w:lineRule="exact"/>
              <w:ind w:left="69" w:right="-32"/>
              <w:jc w:val="center"/>
              <w:rPr>
                <w:b/>
                <w:spacing w:val="-6"/>
                <w:sz w:val="28"/>
                <w:szCs w:val="28"/>
              </w:rPr>
            </w:pPr>
            <w:r w:rsidRPr="00D030BF">
              <w:rPr>
                <w:spacing w:val="-6"/>
                <w:sz w:val="20"/>
                <w:szCs w:val="20"/>
                <w:lang w:val="tt-RU"/>
              </w:rPr>
              <w:t>Казан</w:t>
            </w:r>
            <w:r w:rsidRPr="00D030BF">
              <w:rPr>
                <w:spacing w:val="-6"/>
                <w:sz w:val="20"/>
                <w:szCs w:val="20"/>
              </w:rPr>
              <w:t xml:space="preserve"> </w:t>
            </w:r>
            <w:r w:rsidRPr="00D030BF">
              <w:rPr>
                <w:spacing w:val="-6"/>
                <w:sz w:val="20"/>
                <w:szCs w:val="20"/>
                <w:lang w:val="tt-RU"/>
              </w:rPr>
              <w:t>шәһәре</w:t>
            </w:r>
            <w:r w:rsidRPr="00D030BF">
              <w:rPr>
                <w:spacing w:val="-6"/>
                <w:sz w:val="20"/>
                <w:szCs w:val="20"/>
              </w:rPr>
              <w:t>, 420107</w:t>
            </w:r>
          </w:p>
        </w:tc>
      </w:tr>
      <w:tr w:rsidR="004617B4" w:rsidRPr="00ED6307" w:rsidTr="009B2E98">
        <w:trPr>
          <w:trHeight w:val="431"/>
          <w:jc w:val="center"/>
        </w:trPr>
        <w:tc>
          <w:tcPr>
            <w:tcW w:w="4928" w:type="dxa"/>
            <w:gridSpan w:val="2"/>
          </w:tcPr>
          <w:p w:rsidR="004617B4" w:rsidRPr="00ED6307" w:rsidRDefault="004617B4" w:rsidP="009B2E98">
            <w:pPr>
              <w:spacing w:line="220" w:lineRule="exact"/>
              <w:ind w:left="-103" w:right="187"/>
              <w:jc w:val="center"/>
              <w:rPr>
                <w:spacing w:val="-6"/>
                <w:sz w:val="16"/>
                <w:szCs w:val="20"/>
              </w:rPr>
            </w:pPr>
          </w:p>
        </w:tc>
        <w:tc>
          <w:tcPr>
            <w:tcW w:w="4895" w:type="dxa"/>
            <w:gridSpan w:val="4"/>
          </w:tcPr>
          <w:p w:rsidR="004617B4" w:rsidRPr="00ED6307" w:rsidRDefault="004617B4" w:rsidP="009B2E98">
            <w:pPr>
              <w:spacing w:line="220" w:lineRule="exact"/>
              <w:ind w:left="-141" w:right="-110"/>
              <w:jc w:val="center"/>
              <w:rPr>
                <w:spacing w:val="-6"/>
                <w:sz w:val="16"/>
                <w:szCs w:val="20"/>
                <w:lang w:val="tt-RU"/>
              </w:rPr>
            </w:pPr>
          </w:p>
        </w:tc>
      </w:tr>
      <w:tr w:rsidR="004617B4" w:rsidRPr="0034676F" w:rsidTr="009B2E98">
        <w:trPr>
          <w:gridAfter w:val="1"/>
          <w:wAfter w:w="42" w:type="dxa"/>
          <w:jc w:val="center"/>
        </w:trPr>
        <w:tc>
          <w:tcPr>
            <w:tcW w:w="9781" w:type="dxa"/>
            <w:gridSpan w:val="5"/>
          </w:tcPr>
          <w:p w:rsidR="004617B4" w:rsidRPr="0034676F" w:rsidRDefault="004617B4" w:rsidP="009B2E98">
            <w:pPr>
              <w:spacing w:line="220" w:lineRule="exact"/>
              <w:ind w:left="-103" w:right="187"/>
              <w:jc w:val="center"/>
              <w:rPr>
                <w:sz w:val="20"/>
                <w:szCs w:val="20"/>
                <w:lang w:val="en-US"/>
              </w:rPr>
            </w:pPr>
            <w:r w:rsidRPr="00D030BF">
              <w:rPr>
                <w:sz w:val="20"/>
                <w:szCs w:val="20"/>
              </w:rPr>
              <w:t>Тел.</w:t>
            </w:r>
            <w:r>
              <w:rPr>
                <w:sz w:val="20"/>
                <w:szCs w:val="20"/>
              </w:rPr>
              <w:t>:</w:t>
            </w:r>
            <w:r w:rsidRPr="00DD4682">
              <w:rPr>
                <w:sz w:val="20"/>
                <w:szCs w:val="20"/>
              </w:rPr>
              <w:t xml:space="preserve"> (843) 222-81-01, </w:t>
            </w:r>
            <w:r w:rsidRPr="00D030BF">
              <w:rPr>
                <w:sz w:val="20"/>
                <w:szCs w:val="20"/>
              </w:rPr>
              <w:t>факс</w:t>
            </w:r>
            <w:r>
              <w:rPr>
                <w:sz w:val="20"/>
                <w:szCs w:val="20"/>
              </w:rPr>
              <w:t>:</w:t>
            </w:r>
            <w:r w:rsidRPr="00DD4682">
              <w:rPr>
                <w:sz w:val="20"/>
                <w:szCs w:val="20"/>
              </w:rPr>
              <w:t xml:space="preserve"> (843) 222-81-79</w:t>
            </w:r>
            <w:r>
              <w:rPr>
                <w:sz w:val="20"/>
                <w:szCs w:val="20"/>
              </w:rPr>
              <w:t>.</w:t>
            </w:r>
            <w:r w:rsidRPr="00DD46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E-mail: minsport</w:t>
            </w:r>
            <w:r w:rsidRPr="0034676F">
              <w:rPr>
                <w:sz w:val="20"/>
                <w:szCs w:val="20"/>
                <w:lang w:val="en-US"/>
              </w:rPr>
              <w:t>@</w:t>
            </w:r>
            <w:r w:rsidRPr="00D030BF">
              <w:rPr>
                <w:sz w:val="20"/>
                <w:szCs w:val="20"/>
                <w:lang w:val="en-US"/>
              </w:rPr>
              <w:t>tatar</w:t>
            </w:r>
            <w:r w:rsidRPr="0034676F">
              <w:rPr>
                <w:sz w:val="20"/>
                <w:szCs w:val="20"/>
                <w:lang w:val="en-US"/>
              </w:rPr>
              <w:t>.</w:t>
            </w:r>
            <w:r w:rsidRPr="00D030BF">
              <w:rPr>
                <w:sz w:val="20"/>
                <w:szCs w:val="20"/>
                <w:lang w:val="en-US"/>
              </w:rPr>
              <w:t>ru</w:t>
            </w:r>
            <w:r w:rsidRPr="0034676F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http://</w:t>
            </w:r>
            <w:r w:rsidRPr="00D030BF">
              <w:rPr>
                <w:sz w:val="20"/>
                <w:szCs w:val="20"/>
                <w:lang w:val="en-US"/>
              </w:rPr>
              <w:t>m</w:t>
            </w:r>
            <w:r>
              <w:rPr>
                <w:sz w:val="20"/>
                <w:szCs w:val="20"/>
                <w:lang w:val="en-US"/>
              </w:rPr>
              <w:t>insport</w:t>
            </w:r>
            <w:r w:rsidRPr="0034676F">
              <w:rPr>
                <w:sz w:val="20"/>
                <w:szCs w:val="20"/>
                <w:lang w:val="en-US"/>
              </w:rPr>
              <w:t>.</w:t>
            </w:r>
            <w:r w:rsidRPr="00D030BF">
              <w:rPr>
                <w:sz w:val="20"/>
                <w:szCs w:val="20"/>
                <w:lang w:val="en-US"/>
              </w:rPr>
              <w:t>tatar</w:t>
            </w:r>
            <w:r>
              <w:rPr>
                <w:sz w:val="20"/>
                <w:szCs w:val="20"/>
                <w:lang w:val="en-US"/>
              </w:rPr>
              <w:t>stan</w:t>
            </w:r>
            <w:r w:rsidRPr="0034676F">
              <w:rPr>
                <w:sz w:val="20"/>
                <w:szCs w:val="20"/>
                <w:lang w:val="en-US"/>
              </w:rPr>
              <w:t>.</w:t>
            </w:r>
            <w:r w:rsidRPr="00D030BF">
              <w:rPr>
                <w:sz w:val="20"/>
                <w:szCs w:val="20"/>
                <w:lang w:val="en-US"/>
              </w:rPr>
              <w:t>ru</w:t>
            </w:r>
          </w:p>
        </w:tc>
      </w:tr>
      <w:tr w:rsidR="004617B4" w:rsidRPr="0034676F" w:rsidTr="009B2E98">
        <w:trPr>
          <w:gridAfter w:val="1"/>
          <w:wAfter w:w="42" w:type="dxa"/>
          <w:jc w:val="center"/>
        </w:trPr>
        <w:tc>
          <w:tcPr>
            <w:tcW w:w="5103" w:type="dxa"/>
            <w:gridSpan w:val="3"/>
            <w:tcBorders>
              <w:top w:val="single" w:sz="12" w:space="0" w:color="auto"/>
            </w:tcBorders>
          </w:tcPr>
          <w:p w:rsidR="004617B4" w:rsidRPr="0034676F" w:rsidRDefault="004617B4" w:rsidP="009B2E98">
            <w:pPr>
              <w:jc w:val="center"/>
              <w:rPr>
                <w:sz w:val="16"/>
                <w:lang w:val="en-US"/>
              </w:rPr>
            </w:pPr>
          </w:p>
        </w:tc>
        <w:tc>
          <w:tcPr>
            <w:tcW w:w="4678" w:type="dxa"/>
            <w:gridSpan w:val="2"/>
            <w:tcBorders>
              <w:top w:val="single" w:sz="12" w:space="0" w:color="auto"/>
            </w:tcBorders>
          </w:tcPr>
          <w:p w:rsidR="004617B4" w:rsidRPr="0034676F" w:rsidRDefault="004617B4" w:rsidP="009B2E98">
            <w:pPr>
              <w:ind w:left="-8" w:right="-110"/>
              <w:jc w:val="center"/>
              <w:rPr>
                <w:sz w:val="16"/>
                <w:lang w:val="en-US"/>
              </w:rPr>
            </w:pPr>
          </w:p>
        </w:tc>
      </w:tr>
      <w:tr w:rsidR="004617B4" w:rsidRPr="00F75D89" w:rsidTr="009B2E98">
        <w:trPr>
          <w:jc w:val="center"/>
        </w:trPr>
        <w:tc>
          <w:tcPr>
            <w:tcW w:w="5103" w:type="dxa"/>
            <w:gridSpan w:val="3"/>
          </w:tcPr>
          <w:p w:rsidR="004617B4" w:rsidRPr="00F75D89" w:rsidRDefault="004617B4" w:rsidP="009B2E98">
            <w:pPr>
              <w:spacing w:line="360" w:lineRule="auto"/>
              <w:ind w:left="142"/>
              <w:jc w:val="both"/>
            </w:pPr>
            <w:r w:rsidRPr="00F75D89">
              <w:t>______________ № ______________</w:t>
            </w:r>
          </w:p>
        </w:tc>
        <w:tc>
          <w:tcPr>
            <w:tcW w:w="4720" w:type="dxa"/>
            <w:gridSpan w:val="3"/>
          </w:tcPr>
          <w:p w:rsidR="004617B4" w:rsidRPr="00F75D89" w:rsidRDefault="004617B4" w:rsidP="009B2E98">
            <w:pPr>
              <w:ind w:left="-8" w:right="-110"/>
              <w:jc w:val="center"/>
            </w:pPr>
          </w:p>
        </w:tc>
      </w:tr>
      <w:tr w:rsidR="004617B4" w:rsidRPr="00F75D89" w:rsidTr="009B2E98">
        <w:trPr>
          <w:trHeight w:val="332"/>
          <w:jc w:val="center"/>
        </w:trPr>
        <w:tc>
          <w:tcPr>
            <w:tcW w:w="5103" w:type="dxa"/>
            <w:gridSpan w:val="3"/>
          </w:tcPr>
          <w:p w:rsidR="004617B4" w:rsidRPr="00F75D89" w:rsidRDefault="004617B4" w:rsidP="009B2E98">
            <w:pPr>
              <w:ind w:left="142"/>
              <w:jc w:val="both"/>
            </w:pPr>
            <w:r w:rsidRPr="00F75D89">
              <w:t>На № __________________________</w:t>
            </w:r>
          </w:p>
        </w:tc>
        <w:tc>
          <w:tcPr>
            <w:tcW w:w="4720" w:type="dxa"/>
            <w:gridSpan w:val="3"/>
          </w:tcPr>
          <w:p w:rsidR="004617B4" w:rsidRPr="00F75D89" w:rsidRDefault="004617B4" w:rsidP="009B2E98">
            <w:pPr>
              <w:ind w:left="-8" w:right="-110"/>
              <w:jc w:val="center"/>
            </w:pPr>
          </w:p>
        </w:tc>
      </w:tr>
    </w:tbl>
    <w:p w:rsidR="003D281A" w:rsidRDefault="003D281A" w:rsidP="001A182F">
      <w:pPr>
        <w:ind w:left="6663" w:hanging="1"/>
        <w:rPr>
          <w:sz w:val="28"/>
          <w:szCs w:val="28"/>
        </w:rPr>
      </w:pPr>
      <w:r>
        <w:rPr>
          <w:sz w:val="28"/>
          <w:szCs w:val="28"/>
        </w:rPr>
        <w:t>Главам</w:t>
      </w:r>
    </w:p>
    <w:p w:rsidR="003D281A" w:rsidRDefault="003D281A" w:rsidP="001A182F">
      <w:pPr>
        <w:ind w:left="6663" w:hanging="1"/>
        <w:rPr>
          <w:sz w:val="28"/>
          <w:szCs w:val="28"/>
        </w:rPr>
      </w:pPr>
      <w:r>
        <w:rPr>
          <w:sz w:val="28"/>
          <w:szCs w:val="28"/>
        </w:rPr>
        <w:t xml:space="preserve">муниципальных образований </w:t>
      </w:r>
    </w:p>
    <w:p w:rsidR="005F6005" w:rsidRDefault="003D281A" w:rsidP="001A182F">
      <w:pPr>
        <w:ind w:left="6663" w:hanging="1"/>
        <w:rPr>
          <w:sz w:val="28"/>
          <w:szCs w:val="28"/>
        </w:rPr>
      </w:pPr>
      <w:r>
        <w:rPr>
          <w:sz w:val="28"/>
          <w:szCs w:val="28"/>
        </w:rPr>
        <w:t>Республики Татарстан</w:t>
      </w:r>
      <w:r w:rsidR="005F6005">
        <w:rPr>
          <w:sz w:val="28"/>
          <w:szCs w:val="28"/>
        </w:rPr>
        <w:t xml:space="preserve"> </w:t>
      </w:r>
    </w:p>
    <w:p w:rsidR="006259EF" w:rsidRDefault="006259EF" w:rsidP="00FF40D1">
      <w:pPr>
        <w:jc w:val="center"/>
        <w:rPr>
          <w:b/>
          <w:sz w:val="28"/>
          <w:szCs w:val="28"/>
        </w:rPr>
      </w:pPr>
    </w:p>
    <w:p w:rsidR="00472742" w:rsidRDefault="00472742" w:rsidP="00FF40D1">
      <w:pPr>
        <w:jc w:val="center"/>
        <w:rPr>
          <w:b/>
          <w:sz w:val="28"/>
          <w:szCs w:val="28"/>
        </w:rPr>
      </w:pPr>
    </w:p>
    <w:p w:rsidR="004255DC" w:rsidRDefault="005F6005" w:rsidP="00FF40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Уважаемы</w:t>
      </w:r>
      <w:r w:rsidR="003D281A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="003D281A">
        <w:rPr>
          <w:b/>
          <w:sz w:val="28"/>
          <w:szCs w:val="28"/>
        </w:rPr>
        <w:t>коллеги</w:t>
      </w:r>
      <w:r>
        <w:rPr>
          <w:b/>
          <w:sz w:val="28"/>
          <w:szCs w:val="28"/>
        </w:rPr>
        <w:t>!</w:t>
      </w:r>
    </w:p>
    <w:p w:rsidR="00AE419F" w:rsidRDefault="00AE419F" w:rsidP="00FF40D1">
      <w:pPr>
        <w:ind w:firstLine="709"/>
        <w:jc w:val="both"/>
        <w:rPr>
          <w:sz w:val="28"/>
          <w:szCs w:val="28"/>
        </w:rPr>
      </w:pPr>
    </w:p>
    <w:p w:rsidR="00822365" w:rsidRDefault="00B011E5" w:rsidP="003919E2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соответствии с письмом заместителя Премьер-министра Республики Татарстан Л.Р.Фазлеевой от 03.03.2020 №</w:t>
      </w:r>
      <w:r w:rsidR="00DB0D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03-53/2853 направляем </w:t>
      </w:r>
      <w:r>
        <w:rPr>
          <w:snapToGrid w:val="0"/>
          <w:sz w:val="28"/>
          <w:szCs w:val="28"/>
          <w:lang w:eastAsia="x-none"/>
        </w:rPr>
        <w:t>Вам информацию об индивидуальных мерах профилактики ГРИППА, ОРВИ, в том числе КОРОНАВИРУСНОЙ ИНФЕКЦИИ С</w:t>
      </w:r>
      <w:r>
        <w:rPr>
          <w:snapToGrid w:val="0"/>
          <w:sz w:val="28"/>
          <w:szCs w:val="28"/>
          <w:lang w:val="en-US" w:eastAsia="x-none"/>
        </w:rPr>
        <w:t>OVID</w:t>
      </w:r>
      <w:r>
        <w:rPr>
          <w:snapToGrid w:val="0"/>
          <w:sz w:val="28"/>
          <w:szCs w:val="28"/>
          <w:lang w:eastAsia="x-none"/>
        </w:rPr>
        <w:t>-19</w:t>
      </w:r>
      <w:r w:rsidR="003919E2">
        <w:rPr>
          <w:bCs/>
          <w:sz w:val="28"/>
          <w:szCs w:val="28"/>
        </w:rPr>
        <w:t xml:space="preserve">. </w:t>
      </w:r>
    </w:p>
    <w:p w:rsidR="00B011E5" w:rsidRDefault="00B011E5" w:rsidP="003919E2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Просим Вас проинформировать население, а также направить данную информацию в учреждения спорта</w:t>
      </w:r>
      <w:r w:rsidRPr="00B011E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Вашего муниципального образования для размещения на информационных стендах, сайтах и др</w:t>
      </w:r>
      <w:bookmarkStart w:id="0" w:name="_GoBack"/>
      <w:bookmarkEnd w:id="0"/>
      <w:r>
        <w:rPr>
          <w:bCs/>
          <w:sz w:val="28"/>
          <w:szCs w:val="28"/>
        </w:rPr>
        <w:t>.</w:t>
      </w:r>
    </w:p>
    <w:p w:rsidR="00C1741B" w:rsidRPr="006259EF" w:rsidRDefault="00C1741B" w:rsidP="001A182F">
      <w:pPr>
        <w:spacing w:line="360" w:lineRule="auto"/>
        <w:ind w:firstLine="709"/>
        <w:jc w:val="both"/>
        <w:rPr>
          <w:sz w:val="28"/>
          <w:szCs w:val="28"/>
        </w:rPr>
      </w:pPr>
      <w:r w:rsidRPr="006259EF">
        <w:rPr>
          <w:sz w:val="28"/>
          <w:szCs w:val="28"/>
        </w:rPr>
        <w:t xml:space="preserve">Приложение: на </w:t>
      </w:r>
      <w:r w:rsidR="00B011E5">
        <w:rPr>
          <w:sz w:val="28"/>
          <w:szCs w:val="28"/>
        </w:rPr>
        <w:t>2</w:t>
      </w:r>
      <w:r w:rsidRPr="006259EF">
        <w:rPr>
          <w:sz w:val="28"/>
          <w:szCs w:val="28"/>
        </w:rPr>
        <w:t xml:space="preserve"> л. в 1 экз.</w:t>
      </w:r>
    </w:p>
    <w:p w:rsidR="005F6005" w:rsidRDefault="005F6005" w:rsidP="00D83BFD">
      <w:pPr>
        <w:jc w:val="both"/>
        <w:rPr>
          <w:sz w:val="28"/>
          <w:szCs w:val="28"/>
        </w:rPr>
      </w:pPr>
    </w:p>
    <w:p w:rsidR="006259EF" w:rsidRDefault="006259EF" w:rsidP="00D83BFD">
      <w:pPr>
        <w:jc w:val="both"/>
        <w:rPr>
          <w:sz w:val="28"/>
          <w:szCs w:val="28"/>
        </w:rPr>
      </w:pPr>
    </w:p>
    <w:p w:rsidR="001A182F" w:rsidRDefault="000456BD" w:rsidP="00D83BFD">
      <w:p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6259EF">
        <w:rPr>
          <w:sz w:val="28"/>
          <w:szCs w:val="28"/>
        </w:rPr>
        <w:t>инистр</w:t>
      </w:r>
      <w:r w:rsidR="006259EF">
        <w:rPr>
          <w:sz w:val="28"/>
          <w:szCs w:val="28"/>
        </w:rPr>
        <w:tab/>
      </w:r>
      <w:r w:rsidR="006259EF">
        <w:rPr>
          <w:sz w:val="28"/>
          <w:szCs w:val="28"/>
        </w:rPr>
        <w:tab/>
      </w:r>
      <w:r w:rsidR="006259EF">
        <w:rPr>
          <w:sz w:val="28"/>
          <w:szCs w:val="28"/>
        </w:rPr>
        <w:tab/>
      </w:r>
      <w:r w:rsidR="006259EF">
        <w:rPr>
          <w:sz w:val="28"/>
          <w:szCs w:val="28"/>
        </w:rPr>
        <w:tab/>
      </w:r>
      <w:r w:rsidR="006259EF">
        <w:rPr>
          <w:sz w:val="28"/>
          <w:szCs w:val="28"/>
        </w:rPr>
        <w:tab/>
      </w:r>
      <w:r w:rsidR="006259EF">
        <w:rPr>
          <w:sz w:val="28"/>
          <w:szCs w:val="28"/>
        </w:rPr>
        <w:tab/>
      </w:r>
      <w:r w:rsidR="006259EF">
        <w:rPr>
          <w:sz w:val="28"/>
          <w:szCs w:val="28"/>
        </w:rPr>
        <w:tab/>
      </w:r>
      <w:r w:rsidR="006259EF">
        <w:rPr>
          <w:sz w:val="28"/>
          <w:szCs w:val="28"/>
        </w:rPr>
        <w:tab/>
      </w:r>
      <w:r w:rsidR="006259EF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В.А.Леонов</w:t>
      </w:r>
    </w:p>
    <w:p w:rsidR="006259EF" w:rsidRDefault="006259EF" w:rsidP="00D83BFD">
      <w:pPr>
        <w:jc w:val="both"/>
        <w:rPr>
          <w:sz w:val="28"/>
          <w:szCs w:val="28"/>
        </w:rPr>
      </w:pPr>
    </w:p>
    <w:p w:rsidR="006259EF" w:rsidRDefault="006259EF" w:rsidP="00D83BFD">
      <w:pPr>
        <w:jc w:val="both"/>
        <w:rPr>
          <w:sz w:val="28"/>
          <w:szCs w:val="28"/>
        </w:rPr>
      </w:pPr>
    </w:p>
    <w:p w:rsidR="006259EF" w:rsidRDefault="006259EF" w:rsidP="00D83BFD">
      <w:pPr>
        <w:jc w:val="both"/>
        <w:rPr>
          <w:sz w:val="28"/>
          <w:szCs w:val="28"/>
        </w:rPr>
      </w:pPr>
    </w:p>
    <w:p w:rsidR="006259EF" w:rsidRDefault="006259EF" w:rsidP="00D83BFD">
      <w:pPr>
        <w:jc w:val="both"/>
        <w:rPr>
          <w:sz w:val="28"/>
          <w:szCs w:val="28"/>
        </w:rPr>
      </w:pPr>
    </w:p>
    <w:p w:rsidR="00F04ECD" w:rsidRDefault="00F04ECD" w:rsidP="00D83BFD">
      <w:pPr>
        <w:jc w:val="both"/>
        <w:rPr>
          <w:sz w:val="28"/>
          <w:szCs w:val="28"/>
        </w:rPr>
      </w:pPr>
    </w:p>
    <w:p w:rsidR="00DF74B9" w:rsidRDefault="00DF74B9" w:rsidP="00D83BFD">
      <w:pPr>
        <w:jc w:val="both"/>
        <w:rPr>
          <w:sz w:val="28"/>
          <w:szCs w:val="28"/>
        </w:rPr>
      </w:pPr>
    </w:p>
    <w:p w:rsidR="006259EF" w:rsidRDefault="006259EF" w:rsidP="00D83BFD">
      <w:pPr>
        <w:jc w:val="both"/>
        <w:rPr>
          <w:sz w:val="28"/>
          <w:szCs w:val="28"/>
        </w:rPr>
      </w:pPr>
    </w:p>
    <w:p w:rsidR="00472742" w:rsidRDefault="00472742" w:rsidP="00D83BFD">
      <w:pPr>
        <w:jc w:val="both"/>
        <w:rPr>
          <w:sz w:val="28"/>
          <w:szCs w:val="28"/>
        </w:rPr>
      </w:pPr>
    </w:p>
    <w:p w:rsidR="00472742" w:rsidRDefault="00472742" w:rsidP="00D83BFD">
      <w:pPr>
        <w:jc w:val="both"/>
        <w:rPr>
          <w:sz w:val="28"/>
          <w:szCs w:val="28"/>
        </w:rPr>
      </w:pPr>
    </w:p>
    <w:p w:rsidR="003919E2" w:rsidRDefault="003919E2" w:rsidP="00D83BFD">
      <w:pPr>
        <w:jc w:val="both"/>
      </w:pPr>
    </w:p>
    <w:p w:rsidR="003919E2" w:rsidRDefault="003919E2" w:rsidP="00D83BFD">
      <w:pPr>
        <w:jc w:val="both"/>
      </w:pPr>
    </w:p>
    <w:p w:rsidR="003919E2" w:rsidRDefault="003919E2" w:rsidP="00D83BFD">
      <w:pPr>
        <w:jc w:val="both"/>
      </w:pPr>
    </w:p>
    <w:p w:rsidR="003919E2" w:rsidRDefault="003919E2" w:rsidP="00D83BFD">
      <w:pPr>
        <w:jc w:val="both"/>
      </w:pPr>
    </w:p>
    <w:p w:rsidR="003919E2" w:rsidRDefault="003919E2" w:rsidP="00D83BFD">
      <w:pPr>
        <w:jc w:val="both"/>
      </w:pPr>
    </w:p>
    <w:p w:rsidR="003919E2" w:rsidRDefault="003919E2" w:rsidP="00D83BFD">
      <w:pPr>
        <w:jc w:val="both"/>
      </w:pPr>
    </w:p>
    <w:p w:rsidR="006259EF" w:rsidRPr="006259EF" w:rsidRDefault="006259EF" w:rsidP="00D83BFD">
      <w:pPr>
        <w:jc w:val="both"/>
      </w:pPr>
      <w:r w:rsidRPr="006259EF">
        <w:t>Г.Х.Ахметова</w:t>
      </w:r>
    </w:p>
    <w:p w:rsidR="00A134BC" w:rsidRDefault="006259EF" w:rsidP="006259EF">
      <w:pPr>
        <w:jc w:val="both"/>
      </w:pPr>
      <w:r w:rsidRPr="006259EF">
        <w:t>8(843)222-81-20</w:t>
      </w:r>
    </w:p>
    <w:sectPr w:rsidR="00A134BC" w:rsidSect="00D07735">
      <w:headerReference w:type="default" r:id="rId8"/>
      <w:pgSz w:w="11906" w:h="16838" w:code="9"/>
      <w:pgMar w:top="851" w:right="567" w:bottom="851" w:left="1134" w:header="284" w:footer="10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5B5" w:rsidRDefault="003315B5">
      <w:r>
        <w:separator/>
      </w:r>
    </w:p>
  </w:endnote>
  <w:endnote w:type="continuationSeparator" w:id="0">
    <w:p w:rsidR="003315B5" w:rsidRDefault="00331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5B5" w:rsidRDefault="003315B5">
      <w:r>
        <w:separator/>
      </w:r>
    </w:p>
  </w:footnote>
  <w:footnote w:type="continuationSeparator" w:id="0">
    <w:p w:rsidR="003315B5" w:rsidRDefault="003315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8F3" w:rsidRDefault="00BE08F3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33141"/>
    <w:multiLevelType w:val="hybridMultilevel"/>
    <w:tmpl w:val="59E63784"/>
    <w:lvl w:ilvl="0" w:tplc="BECE8C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E5ECA"/>
    <w:multiLevelType w:val="hybridMultilevel"/>
    <w:tmpl w:val="6DC811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7348F"/>
    <w:multiLevelType w:val="hybridMultilevel"/>
    <w:tmpl w:val="3BD8231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46C3676"/>
    <w:multiLevelType w:val="hybridMultilevel"/>
    <w:tmpl w:val="F63AD62C"/>
    <w:lvl w:ilvl="0" w:tplc="64AA22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BF5FEE"/>
    <w:multiLevelType w:val="hybridMultilevel"/>
    <w:tmpl w:val="FDB25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8B1948"/>
    <w:multiLevelType w:val="hybridMultilevel"/>
    <w:tmpl w:val="3B1C3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357B2B"/>
    <w:multiLevelType w:val="hybridMultilevel"/>
    <w:tmpl w:val="93C67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241FCD"/>
    <w:multiLevelType w:val="hybridMultilevel"/>
    <w:tmpl w:val="76A288B0"/>
    <w:lvl w:ilvl="0" w:tplc="0419000F">
      <w:start w:val="1"/>
      <w:numFmt w:val="decimal"/>
      <w:lvlText w:val="%1."/>
      <w:lvlJc w:val="left"/>
      <w:pPr>
        <w:ind w:left="2280" w:hanging="360"/>
      </w:p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8" w15:restartNumberingAfterBreak="0">
    <w:nsid w:val="54557EDA"/>
    <w:multiLevelType w:val="hybridMultilevel"/>
    <w:tmpl w:val="824E71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1E0EBD"/>
    <w:multiLevelType w:val="hybridMultilevel"/>
    <w:tmpl w:val="10D038A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A7C1F67"/>
    <w:multiLevelType w:val="hybridMultilevel"/>
    <w:tmpl w:val="C1021B6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7C3E3664"/>
    <w:multiLevelType w:val="hybridMultilevel"/>
    <w:tmpl w:val="9ABA4E9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7CB8009A"/>
    <w:multiLevelType w:val="hybridMultilevel"/>
    <w:tmpl w:val="767012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7D364BFD"/>
    <w:multiLevelType w:val="hybridMultilevel"/>
    <w:tmpl w:val="D9EE38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0"/>
  </w:num>
  <w:num w:numId="4">
    <w:abstractNumId w:val="7"/>
  </w:num>
  <w:num w:numId="5">
    <w:abstractNumId w:val="8"/>
  </w:num>
  <w:num w:numId="6">
    <w:abstractNumId w:val="11"/>
  </w:num>
  <w:num w:numId="7">
    <w:abstractNumId w:val="9"/>
  </w:num>
  <w:num w:numId="8">
    <w:abstractNumId w:val="1"/>
  </w:num>
  <w:num w:numId="9">
    <w:abstractNumId w:val="5"/>
  </w:num>
  <w:num w:numId="10">
    <w:abstractNumId w:val="6"/>
  </w:num>
  <w:num w:numId="11">
    <w:abstractNumId w:val="2"/>
  </w:num>
  <w:num w:numId="12">
    <w:abstractNumId w:val="4"/>
  </w:num>
  <w:num w:numId="13">
    <w:abstractNumId w:val="13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A56"/>
    <w:rsid w:val="00000948"/>
    <w:rsid w:val="00010DD0"/>
    <w:rsid w:val="00017DEE"/>
    <w:rsid w:val="00034CD7"/>
    <w:rsid w:val="00037C84"/>
    <w:rsid w:val="00042C32"/>
    <w:rsid w:val="00043A42"/>
    <w:rsid w:val="000456BD"/>
    <w:rsid w:val="00046779"/>
    <w:rsid w:val="0004792C"/>
    <w:rsid w:val="00057942"/>
    <w:rsid w:val="00073F3F"/>
    <w:rsid w:val="000760ED"/>
    <w:rsid w:val="0008348B"/>
    <w:rsid w:val="00093DCA"/>
    <w:rsid w:val="00094201"/>
    <w:rsid w:val="00097FE0"/>
    <w:rsid w:val="000A220C"/>
    <w:rsid w:val="000A255D"/>
    <w:rsid w:val="000B1A17"/>
    <w:rsid w:val="000C2B96"/>
    <w:rsid w:val="000C3331"/>
    <w:rsid w:val="000D55BD"/>
    <w:rsid w:val="000E2601"/>
    <w:rsid w:val="000E4845"/>
    <w:rsid w:val="000E65F2"/>
    <w:rsid w:val="000F3807"/>
    <w:rsid w:val="000F5A89"/>
    <w:rsid w:val="001030E6"/>
    <w:rsid w:val="001079A1"/>
    <w:rsid w:val="00107C19"/>
    <w:rsid w:val="00114420"/>
    <w:rsid w:val="001268F1"/>
    <w:rsid w:val="00132391"/>
    <w:rsid w:val="00134CE4"/>
    <w:rsid w:val="00140E88"/>
    <w:rsid w:val="00146D9B"/>
    <w:rsid w:val="001503A0"/>
    <w:rsid w:val="00151A02"/>
    <w:rsid w:val="00154A0B"/>
    <w:rsid w:val="001621B8"/>
    <w:rsid w:val="001634E7"/>
    <w:rsid w:val="00163775"/>
    <w:rsid w:val="00177918"/>
    <w:rsid w:val="00186271"/>
    <w:rsid w:val="001A0A77"/>
    <w:rsid w:val="001A182F"/>
    <w:rsid w:val="001A310F"/>
    <w:rsid w:val="001B0A56"/>
    <w:rsid w:val="001B0E8D"/>
    <w:rsid w:val="001C7360"/>
    <w:rsid w:val="001D0A36"/>
    <w:rsid w:val="001D4D08"/>
    <w:rsid w:val="001D598C"/>
    <w:rsid w:val="001D68E5"/>
    <w:rsid w:val="001E092A"/>
    <w:rsid w:val="001E7571"/>
    <w:rsid w:val="001F68EF"/>
    <w:rsid w:val="00204EDF"/>
    <w:rsid w:val="00207EF8"/>
    <w:rsid w:val="00222EB6"/>
    <w:rsid w:val="00222EFD"/>
    <w:rsid w:val="00225F96"/>
    <w:rsid w:val="0023483C"/>
    <w:rsid w:val="0023572F"/>
    <w:rsid w:val="0023578E"/>
    <w:rsid w:val="00237BC8"/>
    <w:rsid w:val="00242C1F"/>
    <w:rsid w:val="00242C3A"/>
    <w:rsid w:val="00254F27"/>
    <w:rsid w:val="00257658"/>
    <w:rsid w:val="0026514B"/>
    <w:rsid w:val="00266CE6"/>
    <w:rsid w:val="00267029"/>
    <w:rsid w:val="00280AA0"/>
    <w:rsid w:val="002834DB"/>
    <w:rsid w:val="002903A1"/>
    <w:rsid w:val="002931C9"/>
    <w:rsid w:val="002A24A0"/>
    <w:rsid w:val="002A4E5C"/>
    <w:rsid w:val="002B73FB"/>
    <w:rsid w:val="002C6E19"/>
    <w:rsid w:val="002D46B3"/>
    <w:rsid w:val="002D5D09"/>
    <w:rsid w:val="002F56F5"/>
    <w:rsid w:val="002F6AEB"/>
    <w:rsid w:val="00310E99"/>
    <w:rsid w:val="00312320"/>
    <w:rsid w:val="0031284C"/>
    <w:rsid w:val="00320C0F"/>
    <w:rsid w:val="0032258C"/>
    <w:rsid w:val="00323CFF"/>
    <w:rsid w:val="00325544"/>
    <w:rsid w:val="003315B5"/>
    <w:rsid w:val="00342F9E"/>
    <w:rsid w:val="0034676F"/>
    <w:rsid w:val="00346E88"/>
    <w:rsid w:val="0034770D"/>
    <w:rsid w:val="0036025A"/>
    <w:rsid w:val="003610A6"/>
    <w:rsid w:val="003750E6"/>
    <w:rsid w:val="00384F92"/>
    <w:rsid w:val="0038638E"/>
    <w:rsid w:val="003919E2"/>
    <w:rsid w:val="00392152"/>
    <w:rsid w:val="003A2A88"/>
    <w:rsid w:val="003A4FD7"/>
    <w:rsid w:val="003A5BBC"/>
    <w:rsid w:val="003B0FC6"/>
    <w:rsid w:val="003B1E7D"/>
    <w:rsid w:val="003B2ABD"/>
    <w:rsid w:val="003C3DCD"/>
    <w:rsid w:val="003C454B"/>
    <w:rsid w:val="003C5D22"/>
    <w:rsid w:val="003D1E54"/>
    <w:rsid w:val="003D281A"/>
    <w:rsid w:val="003D4B9E"/>
    <w:rsid w:val="003E2074"/>
    <w:rsid w:val="003E49F7"/>
    <w:rsid w:val="003F4568"/>
    <w:rsid w:val="003F4FDE"/>
    <w:rsid w:val="00401C16"/>
    <w:rsid w:val="00402A6D"/>
    <w:rsid w:val="00403B26"/>
    <w:rsid w:val="00404A73"/>
    <w:rsid w:val="0040532B"/>
    <w:rsid w:val="0040787B"/>
    <w:rsid w:val="0041200B"/>
    <w:rsid w:val="00413945"/>
    <w:rsid w:val="004145FB"/>
    <w:rsid w:val="004209EB"/>
    <w:rsid w:val="00422FC4"/>
    <w:rsid w:val="004255DC"/>
    <w:rsid w:val="004266D5"/>
    <w:rsid w:val="00440244"/>
    <w:rsid w:val="00446BD4"/>
    <w:rsid w:val="00452F6B"/>
    <w:rsid w:val="00457C1A"/>
    <w:rsid w:val="004617B4"/>
    <w:rsid w:val="00462225"/>
    <w:rsid w:val="00464664"/>
    <w:rsid w:val="00467DCE"/>
    <w:rsid w:val="00472742"/>
    <w:rsid w:val="004743D2"/>
    <w:rsid w:val="00474B5A"/>
    <w:rsid w:val="00475B3F"/>
    <w:rsid w:val="004838AF"/>
    <w:rsid w:val="0048732C"/>
    <w:rsid w:val="00492078"/>
    <w:rsid w:val="00493B64"/>
    <w:rsid w:val="004C19B3"/>
    <w:rsid w:val="004E4BF1"/>
    <w:rsid w:val="004E7C75"/>
    <w:rsid w:val="004F3B33"/>
    <w:rsid w:val="004F45AB"/>
    <w:rsid w:val="004F530C"/>
    <w:rsid w:val="004F75C4"/>
    <w:rsid w:val="005005E0"/>
    <w:rsid w:val="00501B8C"/>
    <w:rsid w:val="005166F3"/>
    <w:rsid w:val="00523295"/>
    <w:rsid w:val="00553AC1"/>
    <w:rsid w:val="00576B04"/>
    <w:rsid w:val="00581C6E"/>
    <w:rsid w:val="0058276C"/>
    <w:rsid w:val="005867C9"/>
    <w:rsid w:val="00590967"/>
    <w:rsid w:val="00590EC9"/>
    <w:rsid w:val="00591FB5"/>
    <w:rsid w:val="00594755"/>
    <w:rsid w:val="005A3203"/>
    <w:rsid w:val="005B50CA"/>
    <w:rsid w:val="005B69C5"/>
    <w:rsid w:val="005C202D"/>
    <w:rsid w:val="005C540F"/>
    <w:rsid w:val="005D1AC1"/>
    <w:rsid w:val="005D346C"/>
    <w:rsid w:val="005E224B"/>
    <w:rsid w:val="005E2300"/>
    <w:rsid w:val="005E63CC"/>
    <w:rsid w:val="005E666A"/>
    <w:rsid w:val="005E79A0"/>
    <w:rsid w:val="005F0667"/>
    <w:rsid w:val="005F6005"/>
    <w:rsid w:val="00600909"/>
    <w:rsid w:val="00602FA1"/>
    <w:rsid w:val="00607F82"/>
    <w:rsid w:val="00614BF3"/>
    <w:rsid w:val="00620437"/>
    <w:rsid w:val="006259EF"/>
    <w:rsid w:val="006602B8"/>
    <w:rsid w:val="00662D8D"/>
    <w:rsid w:val="006812C5"/>
    <w:rsid w:val="006841C7"/>
    <w:rsid w:val="006853D0"/>
    <w:rsid w:val="006858CC"/>
    <w:rsid w:val="00686D79"/>
    <w:rsid w:val="006A40F5"/>
    <w:rsid w:val="006A47C3"/>
    <w:rsid w:val="006B3040"/>
    <w:rsid w:val="006B4E9C"/>
    <w:rsid w:val="006C505F"/>
    <w:rsid w:val="006C643B"/>
    <w:rsid w:val="006D7353"/>
    <w:rsid w:val="006E31E5"/>
    <w:rsid w:val="006E3F88"/>
    <w:rsid w:val="006E52C6"/>
    <w:rsid w:val="006F1F75"/>
    <w:rsid w:val="006F37F2"/>
    <w:rsid w:val="006F4A43"/>
    <w:rsid w:val="006F5376"/>
    <w:rsid w:val="006F75DE"/>
    <w:rsid w:val="00710CEB"/>
    <w:rsid w:val="0072283E"/>
    <w:rsid w:val="00723B78"/>
    <w:rsid w:val="00725DFE"/>
    <w:rsid w:val="007337E4"/>
    <w:rsid w:val="0073498C"/>
    <w:rsid w:val="007466AA"/>
    <w:rsid w:val="00746C7C"/>
    <w:rsid w:val="007615A5"/>
    <w:rsid w:val="00773C6C"/>
    <w:rsid w:val="007767F9"/>
    <w:rsid w:val="00794FBD"/>
    <w:rsid w:val="007966F7"/>
    <w:rsid w:val="007A2EF3"/>
    <w:rsid w:val="007B1F0E"/>
    <w:rsid w:val="007B490B"/>
    <w:rsid w:val="007B6662"/>
    <w:rsid w:val="007C588D"/>
    <w:rsid w:val="007D0157"/>
    <w:rsid w:val="007E24BE"/>
    <w:rsid w:val="007E5571"/>
    <w:rsid w:val="007E596F"/>
    <w:rsid w:val="00806ADE"/>
    <w:rsid w:val="00814D1F"/>
    <w:rsid w:val="00822365"/>
    <w:rsid w:val="00824C5C"/>
    <w:rsid w:val="00826266"/>
    <w:rsid w:val="00840AB9"/>
    <w:rsid w:val="00845CE9"/>
    <w:rsid w:val="008473E6"/>
    <w:rsid w:val="0085142E"/>
    <w:rsid w:val="008540C9"/>
    <w:rsid w:val="0085688B"/>
    <w:rsid w:val="008572DC"/>
    <w:rsid w:val="0085759A"/>
    <w:rsid w:val="0086020F"/>
    <w:rsid w:val="0086462D"/>
    <w:rsid w:val="00876E9A"/>
    <w:rsid w:val="00896904"/>
    <w:rsid w:val="0089772C"/>
    <w:rsid w:val="008A25ED"/>
    <w:rsid w:val="008A7A68"/>
    <w:rsid w:val="008C2C3A"/>
    <w:rsid w:val="008E699C"/>
    <w:rsid w:val="008F4389"/>
    <w:rsid w:val="009026D6"/>
    <w:rsid w:val="00907E1C"/>
    <w:rsid w:val="00934872"/>
    <w:rsid w:val="009373B8"/>
    <w:rsid w:val="00942EF4"/>
    <w:rsid w:val="00945246"/>
    <w:rsid w:val="009672CD"/>
    <w:rsid w:val="00973EF9"/>
    <w:rsid w:val="00981000"/>
    <w:rsid w:val="00996175"/>
    <w:rsid w:val="00996E6E"/>
    <w:rsid w:val="009A423C"/>
    <w:rsid w:val="009B2957"/>
    <w:rsid w:val="009B33E6"/>
    <w:rsid w:val="009B34C2"/>
    <w:rsid w:val="009B3D82"/>
    <w:rsid w:val="009B6B7B"/>
    <w:rsid w:val="009C1C19"/>
    <w:rsid w:val="009C4816"/>
    <w:rsid w:val="009C77CE"/>
    <w:rsid w:val="009D2F67"/>
    <w:rsid w:val="009D71AF"/>
    <w:rsid w:val="009E77FE"/>
    <w:rsid w:val="009F2CD2"/>
    <w:rsid w:val="009F72FF"/>
    <w:rsid w:val="00A00782"/>
    <w:rsid w:val="00A06648"/>
    <w:rsid w:val="00A1022D"/>
    <w:rsid w:val="00A134BC"/>
    <w:rsid w:val="00A14CA5"/>
    <w:rsid w:val="00A23E41"/>
    <w:rsid w:val="00A3098A"/>
    <w:rsid w:val="00A37E90"/>
    <w:rsid w:val="00A40DF0"/>
    <w:rsid w:val="00A43529"/>
    <w:rsid w:val="00A43816"/>
    <w:rsid w:val="00A46818"/>
    <w:rsid w:val="00A52622"/>
    <w:rsid w:val="00A571B0"/>
    <w:rsid w:val="00A6042B"/>
    <w:rsid w:val="00A64718"/>
    <w:rsid w:val="00A72528"/>
    <w:rsid w:val="00A737D7"/>
    <w:rsid w:val="00A830CB"/>
    <w:rsid w:val="00A907DE"/>
    <w:rsid w:val="00A94F29"/>
    <w:rsid w:val="00A95F64"/>
    <w:rsid w:val="00AC163F"/>
    <w:rsid w:val="00AC48C2"/>
    <w:rsid w:val="00AC6BEC"/>
    <w:rsid w:val="00AC7893"/>
    <w:rsid w:val="00AD2D6E"/>
    <w:rsid w:val="00AD3F3A"/>
    <w:rsid w:val="00AE419F"/>
    <w:rsid w:val="00AE43D7"/>
    <w:rsid w:val="00AF1398"/>
    <w:rsid w:val="00AF256C"/>
    <w:rsid w:val="00AF2A3C"/>
    <w:rsid w:val="00AF4065"/>
    <w:rsid w:val="00AF40CE"/>
    <w:rsid w:val="00AF54CB"/>
    <w:rsid w:val="00B00B7D"/>
    <w:rsid w:val="00B00EDA"/>
    <w:rsid w:val="00B00F53"/>
    <w:rsid w:val="00B011E5"/>
    <w:rsid w:val="00B05F9F"/>
    <w:rsid w:val="00B11D94"/>
    <w:rsid w:val="00B12E68"/>
    <w:rsid w:val="00B1412F"/>
    <w:rsid w:val="00B14551"/>
    <w:rsid w:val="00B17F57"/>
    <w:rsid w:val="00B2303D"/>
    <w:rsid w:val="00B26B0F"/>
    <w:rsid w:val="00B44B3D"/>
    <w:rsid w:val="00B46439"/>
    <w:rsid w:val="00B55096"/>
    <w:rsid w:val="00B71ED8"/>
    <w:rsid w:val="00B85D1E"/>
    <w:rsid w:val="00BA3FD2"/>
    <w:rsid w:val="00BB25A3"/>
    <w:rsid w:val="00BB2AD8"/>
    <w:rsid w:val="00BB7711"/>
    <w:rsid w:val="00BC1B70"/>
    <w:rsid w:val="00BC41DC"/>
    <w:rsid w:val="00BD2039"/>
    <w:rsid w:val="00BD39A2"/>
    <w:rsid w:val="00BE08F3"/>
    <w:rsid w:val="00BE13AC"/>
    <w:rsid w:val="00BE1952"/>
    <w:rsid w:val="00BE2097"/>
    <w:rsid w:val="00BE4EF0"/>
    <w:rsid w:val="00BE52FE"/>
    <w:rsid w:val="00BE5425"/>
    <w:rsid w:val="00BE6FA5"/>
    <w:rsid w:val="00BE7734"/>
    <w:rsid w:val="00BF63AF"/>
    <w:rsid w:val="00BF702D"/>
    <w:rsid w:val="00C00014"/>
    <w:rsid w:val="00C027DD"/>
    <w:rsid w:val="00C0515B"/>
    <w:rsid w:val="00C06143"/>
    <w:rsid w:val="00C1741B"/>
    <w:rsid w:val="00C407EB"/>
    <w:rsid w:val="00C41413"/>
    <w:rsid w:val="00C43890"/>
    <w:rsid w:val="00C46AAB"/>
    <w:rsid w:val="00C46E64"/>
    <w:rsid w:val="00C46E90"/>
    <w:rsid w:val="00C47278"/>
    <w:rsid w:val="00C50E3A"/>
    <w:rsid w:val="00C56FC0"/>
    <w:rsid w:val="00C60B68"/>
    <w:rsid w:val="00C60E4B"/>
    <w:rsid w:val="00C67640"/>
    <w:rsid w:val="00C7113F"/>
    <w:rsid w:val="00C73DAD"/>
    <w:rsid w:val="00C8108D"/>
    <w:rsid w:val="00C93AB2"/>
    <w:rsid w:val="00C93ECC"/>
    <w:rsid w:val="00CA18C8"/>
    <w:rsid w:val="00CB3AD3"/>
    <w:rsid w:val="00CC18CD"/>
    <w:rsid w:val="00CC2409"/>
    <w:rsid w:val="00CC5851"/>
    <w:rsid w:val="00CE0B27"/>
    <w:rsid w:val="00CE59B7"/>
    <w:rsid w:val="00CE6CFF"/>
    <w:rsid w:val="00D030BF"/>
    <w:rsid w:val="00D075A3"/>
    <w:rsid w:val="00D07735"/>
    <w:rsid w:val="00D2220B"/>
    <w:rsid w:val="00D22BAC"/>
    <w:rsid w:val="00D27A75"/>
    <w:rsid w:val="00D3400D"/>
    <w:rsid w:val="00D37FEC"/>
    <w:rsid w:val="00D42472"/>
    <w:rsid w:val="00D518F4"/>
    <w:rsid w:val="00D542CB"/>
    <w:rsid w:val="00D61856"/>
    <w:rsid w:val="00D75828"/>
    <w:rsid w:val="00D83BFD"/>
    <w:rsid w:val="00D934A9"/>
    <w:rsid w:val="00D95540"/>
    <w:rsid w:val="00DA1D89"/>
    <w:rsid w:val="00DA31CE"/>
    <w:rsid w:val="00DA7EB3"/>
    <w:rsid w:val="00DB0DF0"/>
    <w:rsid w:val="00DD4682"/>
    <w:rsid w:val="00DD4ACF"/>
    <w:rsid w:val="00DD5CDD"/>
    <w:rsid w:val="00DD623C"/>
    <w:rsid w:val="00DE2FBD"/>
    <w:rsid w:val="00DE370B"/>
    <w:rsid w:val="00DE4A49"/>
    <w:rsid w:val="00DE5582"/>
    <w:rsid w:val="00DF74B9"/>
    <w:rsid w:val="00E009E9"/>
    <w:rsid w:val="00E03590"/>
    <w:rsid w:val="00E05636"/>
    <w:rsid w:val="00E071A2"/>
    <w:rsid w:val="00E13089"/>
    <w:rsid w:val="00E36E8B"/>
    <w:rsid w:val="00E44993"/>
    <w:rsid w:val="00E44B54"/>
    <w:rsid w:val="00E504A0"/>
    <w:rsid w:val="00E56731"/>
    <w:rsid w:val="00E6556B"/>
    <w:rsid w:val="00E73DFC"/>
    <w:rsid w:val="00E7776E"/>
    <w:rsid w:val="00E82228"/>
    <w:rsid w:val="00E82B20"/>
    <w:rsid w:val="00E93E34"/>
    <w:rsid w:val="00EB236F"/>
    <w:rsid w:val="00EB7985"/>
    <w:rsid w:val="00ED52E4"/>
    <w:rsid w:val="00ED6307"/>
    <w:rsid w:val="00EE4916"/>
    <w:rsid w:val="00EF0049"/>
    <w:rsid w:val="00F01661"/>
    <w:rsid w:val="00F04ECD"/>
    <w:rsid w:val="00F2216A"/>
    <w:rsid w:val="00F229EF"/>
    <w:rsid w:val="00F24FB4"/>
    <w:rsid w:val="00F25C54"/>
    <w:rsid w:val="00F31934"/>
    <w:rsid w:val="00F34DBC"/>
    <w:rsid w:val="00F55920"/>
    <w:rsid w:val="00F575E2"/>
    <w:rsid w:val="00F608E7"/>
    <w:rsid w:val="00F63F1A"/>
    <w:rsid w:val="00F67D82"/>
    <w:rsid w:val="00F75D89"/>
    <w:rsid w:val="00F8353E"/>
    <w:rsid w:val="00F841F8"/>
    <w:rsid w:val="00F86539"/>
    <w:rsid w:val="00F926CF"/>
    <w:rsid w:val="00F937E0"/>
    <w:rsid w:val="00F95678"/>
    <w:rsid w:val="00F96BA1"/>
    <w:rsid w:val="00F96D57"/>
    <w:rsid w:val="00FA518A"/>
    <w:rsid w:val="00FA78B9"/>
    <w:rsid w:val="00FB49BE"/>
    <w:rsid w:val="00FB5CD0"/>
    <w:rsid w:val="00FB61C0"/>
    <w:rsid w:val="00FB716C"/>
    <w:rsid w:val="00FD409C"/>
    <w:rsid w:val="00FD4CBC"/>
    <w:rsid w:val="00FF4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C4B3D5"/>
  <w15:docId w15:val="{95EE9A91-5459-4B18-8464-42910A12B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73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31934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F31934"/>
    <w:pPr>
      <w:keepNext/>
      <w:jc w:val="right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F31934"/>
    <w:pPr>
      <w:keepNext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6731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E56731"/>
    <w:pPr>
      <w:tabs>
        <w:tab w:val="center" w:pos="4677"/>
        <w:tab w:val="right" w:pos="9355"/>
      </w:tabs>
    </w:pPr>
  </w:style>
  <w:style w:type="table" w:styleId="a6">
    <w:name w:val="Table Grid"/>
    <w:basedOn w:val="a1"/>
    <w:uiPriority w:val="59"/>
    <w:rsid w:val="00412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uiPriority w:val="99"/>
    <w:rsid w:val="00DE370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BF63AF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620437"/>
    <w:rPr>
      <w:sz w:val="24"/>
      <w:szCs w:val="24"/>
    </w:rPr>
  </w:style>
  <w:style w:type="paragraph" w:customStyle="1" w:styleId="Default">
    <w:name w:val="Default"/>
    <w:rsid w:val="003E49F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a0"/>
    <w:rsid w:val="00C67640"/>
  </w:style>
  <w:style w:type="character" w:styleId="aa">
    <w:name w:val="Emphasis"/>
    <w:basedOn w:val="a0"/>
    <w:uiPriority w:val="20"/>
    <w:qFormat/>
    <w:rsid w:val="00C67640"/>
    <w:rPr>
      <w:i/>
      <w:iCs/>
    </w:rPr>
  </w:style>
  <w:style w:type="character" w:customStyle="1" w:styleId="10">
    <w:name w:val="Заголовок 1 Знак"/>
    <w:basedOn w:val="a0"/>
    <w:link w:val="1"/>
    <w:rsid w:val="00F31934"/>
    <w:rPr>
      <w:sz w:val="28"/>
    </w:rPr>
  </w:style>
  <w:style w:type="character" w:customStyle="1" w:styleId="20">
    <w:name w:val="Заголовок 2 Знак"/>
    <w:basedOn w:val="a0"/>
    <w:link w:val="2"/>
    <w:rsid w:val="00F31934"/>
    <w:rPr>
      <w:sz w:val="28"/>
    </w:rPr>
  </w:style>
  <w:style w:type="character" w:customStyle="1" w:styleId="30">
    <w:name w:val="Заголовок 3 Знак"/>
    <w:basedOn w:val="a0"/>
    <w:link w:val="3"/>
    <w:rsid w:val="00F31934"/>
    <w:rPr>
      <w:sz w:val="28"/>
    </w:rPr>
  </w:style>
  <w:style w:type="paragraph" w:styleId="21">
    <w:name w:val="Body Text 2"/>
    <w:basedOn w:val="a"/>
    <w:link w:val="22"/>
    <w:rsid w:val="00F31934"/>
    <w:pPr>
      <w:jc w:val="center"/>
    </w:pPr>
    <w:rPr>
      <w:b/>
      <w:sz w:val="28"/>
      <w:szCs w:val="20"/>
      <w:lang w:val="en-US"/>
    </w:rPr>
  </w:style>
  <w:style w:type="character" w:customStyle="1" w:styleId="22">
    <w:name w:val="Основной текст 2 Знак"/>
    <w:basedOn w:val="a0"/>
    <w:link w:val="21"/>
    <w:rsid w:val="00F31934"/>
    <w:rPr>
      <w:b/>
      <w:sz w:val="28"/>
      <w:lang w:val="en-US"/>
    </w:rPr>
  </w:style>
  <w:style w:type="paragraph" w:styleId="ab">
    <w:name w:val="Body Text"/>
    <w:basedOn w:val="a"/>
    <w:link w:val="ac"/>
    <w:rsid w:val="00F31934"/>
    <w:pPr>
      <w:spacing w:after="120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rsid w:val="00F31934"/>
  </w:style>
  <w:style w:type="paragraph" w:styleId="ad">
    <w:name w:val="Title"/>
    <w:basedOn w:val="a"/>
    <w:link w:val="ae"/>
    <w:qFormat/>
    <w:rsid w:val="00F31934"/>
    <w:pPr>
      <w:jc w:val="center"/>
    </w:pPr>
    <w:rPr>
      <w:b/>
      <w:sz w:val="28"/>
      <w:szCs w:val="20"/>
      <w:lang w:val="en-US"/>
    </w:rPr>
  </w:style>
  <w:style w:type="character" w:customStyle="1" w:styleId="ae">
    <w:name w:val="Заголовок Знак"/>
    <w:basedOn w:val="a0"/>
    <w:link w:val="ad"/>
    <w:rsid w:val="00F31934"/>
    <w:rPr>
      <w:b/>
      <w:sz w:val="28"/>
      <w:lang w:val="en-US"/>
    </w:rPr>
  </w:style>
  <w:style w:type="paragraph" w:styleId="af">
    <w:name w:val="Body Text Indent"/>
    <w:basedOn w:val="a"/>
    <w:link w:val="af0"/>
    <w:rsid w:val="00F31934"/>
    <w:pPr>
      <w:spacing w:after="120"/>
      <w:ind w:left="283"/>
    </w:pPr>
    <w:rPr>
      <w:sz w:val="20"/>
      <w:szCs w:val="20"/>
    </w:rPr>
  </w:style>
  <w:style w:type="character" w:customStyle="1" w:styleId="af0">
    <w:name w:val="Основной текст с отступом Знак"/>
    <w:basedOn w:val="a0"/>
    <w:link w:val="af"/>
    <w:rsid w:val="00F31934"/>
  </w:style>
  <w:style w:type="character" w:customStyle="1" w:styleId="a9">
    <w:name w:val="Текст выноски Знак"/>
    <w:link w:val="a8"/>
    <w:uiPriority w:val="99"/>
    <w:semiHidden/>
    <w:rsid w:val="00F31934"/>
    <w:rPr>
      <w:rFonts w:ascii="Tahoma" w:hAnsi="Tahoma" w:cs="Tahoma"/>
      <w:sz w:val="16"/>
      <w:szCs w:val="16"/>
    </w:rPr>
  </w:style>
  <w:style w:type="character" w:styleId="af1">
    <w:name w:val="FollowedHyperlink"/>
    <w:uiPriority w:val="99"/>
    <w:unhideWhenUsed/>
    <w:rsid w:val="00F31934"/>
    <w:rPr>
      <w:color w:val="800080"/>
      <w:u w:val="single"/>
    </w:rPr>
  </w:style>
  <w:style w:type="paragraph" w:styleId="af2">
    <w:name w:val="List Paragraph"/>
    <w:basedOn w:val="a"/>
    <w:link w:val="af3"/>
    <w:uiPriority w:val="34"/>
    <w:qFormat/>
    <w:rsid w:val="00F3193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4">
    <w:name w:val="Plain Text"/>
    <w:basedOn w:val="a"/>
    <w:link w:val="af5"/>
    <w:uiPriority w:val="99"/>
    <w:semiHidden/>
    <w:unhideWhenUsed/>
    <w:rsid w:val="0008348B"/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af5">
    <w:name w:val="Текст Знак"/>
    <w:basedOn w:val="a0"/>
    <w:link w:val="af4"/>
    <w:uiPriority w:val="99"/>
    <w:semiHidden/>
    <w:rsid w:val="0008348B"/>
    <w:rPr>
      <w:rFonts w:ascii="Calibri" w:eastAsiaTheme="minorHAnsi" w:hAnsi="Calibri" w:cs="Consolas"/>
      <w:sz w:val="22"/>
      <w:szCs w:val="21"/>
      <w:lang w:eastAsia="en-US"/>
    </w:rPr>
  </w:style>
  <w:style w:type="paragraph" w:customStyle="1" w:styleId="Standard">
    <w:name w:val="Standard"/>
    <w:rsid w:val="00346E88"/>
    <w:pPr>
      <w:suppressAutoHyphens/>
      <w:autoSpaceDN w:val="0"/>
      <w:textAlignment w:val="baseline"/>
    </w:pPr>
    <w:rPr>
      <w:kern w:val="3"/>
      <w:sz w:val="24"/>
    </w:rPr>
  </w:style>
  <w:style w:type="character" w:customStyle="1" w:styleId="af3">
    <w:name w:val="Абзац списка Знак"/>
    <w:basedOn w:val="a0"/>
    <w:link w:val="af2"/>
    <w:uiPriority w:val="34"/>
    <w:locked/>
    <w:rsid w:val="00581C6E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3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7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9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13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&#1056;&#1072;&#1073;&#1086;&#1095;&#1080;&#1081;%20&#1089;&#1090;&#1086;&#1083;\&#1063;&#1077;&#1084;&#1087;&#1080;&#1086;&#1085;&#1072;&#1090;%20&#1074;&#1086;&#1076;&#1085;&#1099;&#1093;%20&#1074;&#1080;&#1076;&#1086;&#1074;%20&#1089;&#1087;&#1086;&#1088;&#1090;&#1072;%202015\&#1055;&#1088;&#1077;&#1079;&#1091;%20&#1087;&#1086;%20&#1076;&#1077;&#1085;&#1100;&#1075;&#1072;&#1084;\&#1041;&#1083;&#1072;&#1085;&#1082;2014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Бланк2014.dotx</Template>
  <TotalTime>7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ДЕЛАМ МОЛОДЕЖИ, СПОРТУ И ТУРИЗМУ</vt:lpstr>
    </vt:vector>
  </TitlesOfParts>
  <Company>МДМС РТ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ДЕЛАМ МОЛОДЕЖИ, СПОРТУ И ТУРИЗМУ</dc:title>
  <dc:creator>User</dc:creator>
  <cp:lastModifiedBy>User</cp:lastModifiedBy>
  <cp:revision>4</cp:revision>
  <cp:lastPrinted>2019-02-18T07:20:00Z</cp:lastPrinted>
  <dcterms:created xsi:type="dcterms:W3CDTF">2020-03-04T07:02:00Z</dcterms:created>
  <dcterms:modified xsi:type="dcterms:W3CDTF">2020-03-04T07:13:00Z</dcterms:modified>
</cp:coreProperties>
</file>