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7A0F2" w14:textId="55BB445C" w:rsidR="00907F8D" w:rsidRDefault="00C43AC0" w:rsidP="00C43A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AC0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об окружном проекте </w:t>
      </w:r>
      <w:r w:rsidRPr="00C43AC0">
        <w:rPr>
          <w:rFonts w:ascii="Times New Roman" w:hAnsi="Times New Roman" w:cs="Times New Roman"/>
          <w:b/>
          <w:sz w:val="28"/>
          <w:szCs w:val="28"/>
        </w:rPr>
        <w:br/>
        <w:t xml:space="preserve">«Фестиваль </w:t>
      </w:r>
      <w:r w:rsidR="00D958F5">
        <w:rPr>
          <w:rFonts w:ascii="Times New Roman" w:hAnsi="Times New Roman" w:cs="Times New Roman"/>
          <w:b/>
          <w:sz w:val="28"/>
          <w:szCs w:val="28"/>
        </w:rPr>
        <w:t>уличного искусства</w:t>
      </w:r>
      <w:r w:rsidRPr="00C43AC0">
        <w:rPr>
          <w:rFonts w:ascii="Times New Roman" w:hAnsi="Times New Roman" w:cs="Times New Roman"/>
          <w:b/>
          <w:sz w:val="28"/>
          <w:szCs w:val="28"/>
        </w:rPr>
        <w:t xml:space="preserve"> ПФО «</w:t>
      </w:r>
      <w:proofErr w:type="spellStart"/>
      <w:r w:rsidRPr="00C43AC0">
        <w:rPr>
          <w:rFonts w:ascii="Times New Roman" w:hAnsi="Times New Roman" w:cs="Times New Roman"/>
          <w:b/>
          <w:sz w:val="28"/>
          <w:szCs w:val="28"/>
        </w:rPr>
        <w:t>ФормАрт</w:t>
      </w:r>
      <w:proofErr w:type="spellEnd"/>
      <w:r w:rsidRPr="00C43AC0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958F5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2E64B8B" w14:textId="77777777" w:rsidR="00C43AC0" w:rsidRDefault="00C43AC0" w:rsidP="00C43AC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реализации проекта: </w:t>
      </w:r>
    </w:p>
    <w:p w14:paraId="77ECCEFC" w14:textId="77777777" w:rsidR="00C43AC0" w:rsidRPr="00C944BE" w:rsidRDefault="00C43AC0" w:rsidP="00C43A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4BE">
        <w:rPr>
          <w:rFonts w:ascii="Times New Roman" w:hAnsi="Times New Roman" w:cs="Times New Roman"/>
          <w:i/>
          <w:sz w:val="28"/>
          <w:szCs w:val="28"/>
        </w:rPr>
        <w:t>март-май</w:t>
      </w:r>
      <w:r w:rsidRPr="00C944BE">
        <w:rPr>
          <w:rFonts w:ascii="Times New Roman" w:hAnsi="Times New Roman" w:cs="Times New Roman"/>
          <w:sz w:val="28"/>
          <w:szCs w:val="28"/>
        </w:rPr>
        <w:t xml:space="preserve"> – старт фестиваля (прием заявок, утверждение объекта для нанесения изображения, оценка работ экспертами);</w:t>
      </w:r>
    </w:p>
    <w:p w14:paraId="52CDA24A" w14:textId="5D8EEBA7" w:rsidR="00C43AC0" w:rsidRPr="00C944BE" w:rsidRDefault="00C43AC0" w:rsidP="00C43A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4BE">
        <w:rPr>
          <w:rFonts w:ascii="Times New Roman" w:hAnsi="Times New Roman" w:cs="Times New Roman"/>
          <w:i/>
          <w:sz w:val="28"/>
          <w:szCs w:val="28"/>
        </w:rPr>
        <w:t>июль</w:t>
      </w:r>
      <w:r w:rsidR="00233842">
        <w:rPr>
          <w:rFonts w:ascii="Times New Roman" w:hAnsi="Times New Roman" w:cs="Times New Roman"/>
          <w:sz w:val="28"/>
          <w:szCs w:val="28"/>
        </w:rPr>
        <w:t xml:space="preserve"> </w:t>
      </w:r>
      <w:r w:rsidR="00233842" w:rsidRPr="00C944BE">
        <w:rPr>
          <w:rFonts w:ascii="Times New Roman" w:hAnsi="Times New Roman" w:cs="Times New Roman"/>
          <w:sz w:val="28"/>
          <w:szCs w:val="28"/>
        </w:rPr>
        <w:t>–</w:t>
      </w:r>
      <w:r w:rsidRPr="00C944BE">
        <w:rPr>
          <w:rFonts w:ascii="Times New Roman" w:hAnsi="Times New Roman" w:cs="Times New Roman"/>
          <w:sz w:val="28"/>
          <w:szCs w:val="28"/>
        </w:rPr>
        <w:t xml:space="preserve"> отрисовка работ на объектах городской среды, фото </w:t>
      </w:r>
      <w:r w:rsidR="006B70DC">
        <w:rPr>
          <w:rFonts w:ascii="Times New Roman" w:hAnsi="Times New Roman" w:cs="Times New Roman"/>
          <w:sz w:val="28"/>
          <w:szCs w:val="28"/>
        </w:rPr>
        <w:br/>
      </w:r>
      <w:r w:rsidRPr="00C944BE">
        <w:rPr>
          <w:rFonts w:ascii="Times New Roman" w:hAnsi="Times New Roman" w:cs="Times New Roman"/>
          <w:sz w:val="28"/>
          <w:szCs w:val="28"/>
        </w:rPr>
        <w:t xml:space="preserve">и видеосъемка процесса работы над изображением, направление работ </w:t>
      </w:r>
      <w:r w:rsidR="006B70DC">
        <w:rPr>
          <w:rFonts w:ascii="Times New Roman" w:hAnsi="Times New Roman" w:cs="Times New Roman"/>
          <w:sz w:val="28"/>
          <w:szCs w:val="28"/>
        </w:rPr>
        <w:br/>
      </w:r>
      <w:r w:rsidRPr="00C944BE">
        <w:rPr>
          <w:rFonts w:ascii="Times New Roman" w:hAnsi="Times New Roman" w:cs="Times New Roman"/>
          <w:sz w:val="28"/>
          <w:szCs w:val="28"/>
        </w:rPr>
        <w:t>в окружной оргкомитет;</w:t>
      </w:r>
    </w:p>
    <w:p w14:paraId="35D7DDC1" w14:textId="7583FD74" w:rsidR="00C43AC0" w:rsidRDefault="00C43AC0" w:rsidP="00C43A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4BE">
        <w:rPr>
          <w:rFonts w:ascii="Times New Roman" w:hAnsi="Times New Roman" w:cs="Times New Roman"/>
          <w:i/>
          <w:sz w:val="28"/>
          <w:szCs w:val="28"/>
        </w:rPr>
        <w:t>август</w:t>
      </w:r>
      <w:r w:rsidR="00233842">
        <w:rPr>
          <w:rFonts w:ascii="Times New Roman" w:hAnsi="Times New Roman" w:cs="Times New Roman"/>
          <w:sz w:val="28"/>
          <w:szCs w:val="28"/>
        </w:rPr>
        <w:t xml:space="preserve"> </w:t>
      </w:r>
      <w:r w:rsidR="00233842" w:rsidRPr="00C944BE">
        <w:rPr>
          <w:rFonts w:ascii="Times New Roman" w:hAnsi="Times New Roman" w:cs="Times New Roman"/>
          <w:sz w:val="28"/>
          <w:szCs w:val="28"/>
        </w:rPr>
        <w:t>–</w:t>
      </w:r>
      <w:r w:rsidRPr="00C944BE">
        <w:rPr>
          <w:rFonts w:ascii="Times New Roman" w:hAnsi="Times New Roman" w:cs="Times New Roman"/>
          <w:sz w:val="28"/>
          <w:szCs w:val="28"/>
        </w:rPr>
        <w:t xml:space="preserve"> общественное голосование, проведение окружного финала фестиваля в очном формате в г. Кирове, награждение победителей.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F74CB8" w14:textId="77777777" w:rsidR="00C43AC0" w:rsidRDefault="00C43AC0" w:rsidP="00C43A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46EE76" w14:textId="77777777" w:rsidR="00C43AC0" w:rsidRPr="00C944BE" w:rsidRDefault="00C43AC0" w:rsidP="00D958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4BE">
        <w:rPr>
          <w:rFonts w:ascii="Times New Roman" w:hAnsi="Times New Roman" w:cs="Times New Roman"/>
          <w:b/>
          <w:sz w:val="28"/>
          <w:szCs w:val="28"/>
        </w:rPr>
        <w:t>Краткая информация о мероприятии:</w:t>
      </w:r>
      <w:r w:rsidRPr="00C944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36E083" w14:textId="5767E19B" w:rsidR="00C43AC0" w:rsidRDefault="00C43AC0" w:rsidP="00D958F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4BE">
        <w:rPr>
          <w:rFonts w:ascii="Times New Roman" w:hAnsi="Times New Roman" w:cs="Times New Roman"/>
          <w:sz w:val="28"/>
          <w:szCs w:val="28"/>
        </w:rPr>
        <w:t>Фестиваль стрит-арта «</w:t>
      </w:r>
      <w:proofErr w:type="spellStart"/>
      <w:r w:rsidRPr="00C944BE">
        <w:rPr>
          <w:rFonts w:ascii="Times New Roman" w:hAnsi="Times New Roman" w:cs="Times New Roman"/>
          <w:sz w:val="28"/>
          <w:szCs w:val="28"/>
        </w:rPr>
        <w:t>ФормАрт</w:t>
      </w:r>
      <w:proofErr w:type="spellEnd"/>
      <w:r w:rsidRPr="00C944BE">
        <w:rPr>
          <w:rFonts w:ascii="Times New Roman" w:hAnsi="Times New Roman" w:cs="Times New Roman"/>
          <w:sz w:val="28"/>
          <w:szCs w:val="28"/>
        </w:rPr>
        <w:t xml:space="preserve">» (далее – </w:t>
      </w:r>
      <w:r>
        <w:rPr>
          <w:rFonts w:ascii="Times New Roman" w:hAnsi="Times New Roman" w:cs="Times New Roman"/>
          <w:sz w:val="28"/>
          <w:szCs w:val="28"/>
        </w:rPr>
        <w:t>Фестиваль</w:t>
      </w:r>
      <w:r w:rsidRPr="00C944BE">
        <w:rPr>
          <w:rFonts w:ascii="Times New Roman" w:hAnsi="Times New Roman" w:cs="Times New Roman"/>
          <w:sz w:val="28"/>
          <w:szCs w:val="28"/>
        </w:rPr>
        <w:t xml:space="preserve">) реализуется </w:t>
      </w:r>
      <w:r w:rsidR="006B70DC">
        <w:rPr>
          <w:rFonts w:ascii="Times New Roman" w:hAnsi="Times New Roman" w:cs="Times New Roman"/>
          <w:sz w:val="28"/>
          <w:szCs w:val="28"/>
        </w:rPr>
        <w:br/>
      </w:r>
      <w:r w:rsidRPr="00C944BE">
        <w:rPr>
          <w:rFonts w:ascii="Times New Roman" w:hAnsi="Times New Roman" w:cs="Times New Roman"/>
          <w:sz w:val="28"/>
          <w:szCs w:val="28"/>
        </w:rPr>
        <w:t xml:space="preserve">с 2020 года при поддержке Полномочного представительства Президента Российской Федерации в Приволжском федеральном округе. </w:t>
      </w:r>
      <w:r w:rsidRPr="00C944BE">
        <w:rPr>
          <w:rFonts w:ascii="Times New Roman" w:hAnsi="Times New Roman" w:cs="Times New Roman"/>
          <w:color w:val="000000"/>
          <w:sz w:val="28"/>
          <w:szCs w:val="28"/>
        </w:rPr>
        <w:t>Общественный проект Приволжского ф</w:t>
      </w:r>
      <w:r>
        <w:rPr>
          <w:rFonts w:ascii="Times New Roman" w:hAnsi="Times New Roman" w:cs="Times New Roman"/>
          <w:color w:val="000000"/>
          <w:sz w:val="28"/>
          <w:szCs w:val="28"/>
        </w:rPr>
        <w:t>едерального округа направлен</w:t>
      </w:r>
      <w:r w:rsidRPr="00C944BE">
        <w:rPr>
          <w:rFonts w:ascii="Times New Roman" w:hAnsi="Times New Roman" w:cs="Times New Roman"/>
          <w:color w:val="000000"/>
          <w:sz w:val="28"/>
          <w:szCs w:val="28"/>
        </w:rPr>
        <w:t xml:space="preserve"> на развитие уличного искусства, поддержку творчества молодых художников и привлечение </w:t>
      </w:r>
      <w:r w:rsidR="006B70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944BE">
        <w:rPr>
          <w:rFonts w:ascii="Times New Roman" w:hAnsi="Times New Roman" w:cs="Times New Roman"/>
          <w:color w:val="000000"/>
          <w:sz w:val="28"/>
          <w:szCs w:val="28"/>
        </w:rPr>
        <w:t xml:space="preserve">их к созданию комфортной современной городской среды, благоустройству </w:t>
      </w:r>
      <w:r w:rsidR="006B70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944BE">
        <w:rPr>
          <w:rFonts w:ascii="Times New Roman" w:hAnsi="Times New Roman" w:cs="Times New Roman"/>
          <w:color w:val="000000"/>
          <w:sz w:val="28"/>
          <w:szCs w:val="28"/>
        </w:rPr>
        <w:t>и художественному оформлению населенных пунктов.</w:t>
      </w:r>
      <w:r w:rsidRPr="00C944BE">
        <w:rPr>
          <w:rFonts w:ascii="Times New Roman" w:hAnsi="Times New Roman" w:cs="Times New Roman"/>
          <w:sz w:val="28"/>
          <w:szCs w:val="28"/>
        </w:rPr>
        <w:t xml:space="preserve"> В Проекте принимают участие представители </w:t>
      </w:r>
      <w:r w:rsidRPr="00C944BE">
        <w:rPr>
          <w:rFonts w:ascii="Times New Roman" w:hAnsi="Times New Roman" w:cs="Times New Roman"/>
          <w:b/>
          <w:sz w:val="28"/>
          <w:szCs w:val="28"/>
        </w:rPr>
        <w:t>14 субъектов ПФО.</w:t>
      </w:r>
      <w:r w:rsidRPr="00C944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4FE28A" w14:textId="77777777" w:rsidR="00C43AC0" w:rsidRDefault="00C43AC0" w:rsidP="00D958F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F">
        <w:rPr>
          <w:rFonts w:ascii="Times New Roman" w:hAnsi="Times New Roman" w:cs="Times New Roman"/>
          <w:sz w:val="28"/>
          <w:szCs w:val="28"/>
        </w:rPr>
        <w:t xml:space="preserve">В рамках Проекта молодым стрит-арт-художникам Республики Татарстан в возрасте 18-35 лет предлагается принять участие в конкурсе: создать эскиз, отправить его на экспертную оценку и, в случае победы работы, нанести изображение на фасад здания, предлагаемый </w:t>
      </w:r>
      <w:r>
        <w:rPr>
          <w:rFonts w:ascii="Times New Roman" w:hAnsi="Times New Roman" w:cs="Times New Roman"/>
          <w:sz w:val="28"/>
          <w:szCs w:val="28"/>
        </w:rPr>
        <w:t>регионом</w:t>
      </w:r>
      <w:r w:rsidRPr="000A2AC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9624648" w14:textId="7E24F4E3" w:rsidR="00C43AC0" w:rsidRDefault="00C43AC0" w:rsidP="00D958F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AC0">
        <w:rPr>
          <w:rFonts w:ascii="Times New Roman" w:hAnsi="Times New Roman" w:cs="Times New Roman"/>
          <w:sz w:val="28"/>
          <w:szCs w:val="28"/>
        </w:rPr>
        <w:t>Ключевой для конкурсных работ в текущем году является тематика</w:t>
      </w:r>
      <w:r w:rsidR="00D958F5" w:rsidRPr="00D958F5">
        <w:rPr>
          <w:rFonts w:ascii="Times New Roman" w:hAnsi="Times New Roman" w:cs="Times New Roman"/>
          <w:sz w:val="28"/>
          <w:szCs w:val="28"/>
        </w:rPr>
        <w:t>, связанная с повышением престижа и значимости семьи</w:t>
      </w:r>
      <w:r w:rsidR="00D958F5">
        <w:rPr>
          <w:rFonts w:ascii="Times New Roman" w:hAnsi="Times New Roman" w:cs="Times New Roman"/>
          <w:sz w:val="28"/>
          <w:szCs w:val="28"/>
        </w:rPr>
        <w:t>.</w:t>
      </w:r>
    </w:p>
    <w:p w14:paraId="6AD39F26" w14:textId="6C1B8FBA" w:rsidR="00D958F5" w:rsidRDefault="00D958F5" w:rsidP="00D958F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Тематические направления:</w:t>
      </w:r>
    </w:p>
    <w:p w14:paraId="7D3AD2C6" w14:textId="5B5607B9" w:rsidR="00D958F5" w:rsidRPr="00D958F5" w:rsidRDefault="00D958F5" w:rsidP="0023384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F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8F5">
        <w:rPr>
          <w:rFonts w:ascii="Times New Roman" w:hAnsi="Times New Roman" w:cs="Times New Roman"/>
          <w:sz w:val="28"/>
          <w:szCs w:val="28"/>
        </w:rPr>
        <w:t>По-семейному: семейные ценности, традиции, ритуалы,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8F5">
        <w:rPr>
          <w:rFonts w:ascii="Times New Roman" w:hAnsi="Times New Roman" w:cs="Times New Roman"/>
          <w:sz w:val="28"/>
          <w:szCs w:val="28"/>
        </w:rPr>
        <w:t>передаются из поколения в пок</w:t>
      </w:r>
      <w:r w:rsidR="00233842">
        <w:rPr>
          <w:rFonts w:ascii="Times New Roman" w:hAnsi="Times New Roman" w:cs="Times New Roman"/>
          <w:sz w:val="28"/>
          <w:szCs w:val="28"/>
        </w:rPr>
        <w:t>оление, дарят ощущение единства;</w:t>
      </w:r>
    </w:p>
    <w:p w14:paraId="641D9D82" w14:textId="67E15E88" w:rsidR="00D958F5" w:rsidRPr="00D958F5" w:rsidRDefault="00D958F5" w:rsidP="0023384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F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8F5">
        <w:rPr>
          <w:rFonts w:ascii="Times New Roman" w:hAnsi="Times New Roman" w:cs="Times New Roman"/>
          <w:sz w:val="28"/>
          <w:szCs w:val="28"/>
        </w:rPr>
        <w:t>История одной семьи: семейные династии (педагогов, рабочих,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8F5">
        <w:rPr>
          <w:rFonts w:ascii="Times New Roman" w:hAnsi="Times New Roman" w:cs="Times New Roman"/>
          <w:sz w:val="28"/>
          <w:szCs w:val="28"/>
        </w:rPr>
        <w:t>врачей, писателей, спортсменов, волонтеров и др.), внесших вклад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3842">
        <w:rPr>
          <w:rFonts w:ascii="Times New Roman" w:hAnsi="Times New Roman" w:cs="Times New Roman"/>
          <w:sz w:val="28"/>
          <w:szCs w:val="28"/>
        </w:rPr>
        <w:t>развитие региона;</w:t>
      </w:r>
    </w:p>
    <w:p w14:paraId="5EAF372C" w14:textId="605E8890" w:rsidR="00D958F5" w:rsidRPr="00D958F5" w:rsidRDefault="00233842" w:rsidP="0023384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Мой дом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8F5" w:rsidRPr="00D958F5">
        <w:rPr>
          <w:rFonts w:ascii="Times New Roman" w:hAnsi="Times New Roman" w:cs="Times New Roman"/>
          <w:sz w:val="28"/>
          <w:szCs w:val="28"/>
        </w:rPr>
        <w:t xml:space="preserve"> моя крепость: семья, как фундамент и основа развития</w:t>
      </w:r>
      <w:r w:rsidR="00D958F5">
        <w:rPr>
          <w:rFonts w:ascii="Times New Roman" w:hAnsi="Times New Roman" w:cs="Times New Roman"/>
          <w:sz w:val="28"/>
          <w:szCs w:val="28"/>
        </w:rPr>
        <w:t xml:space="preserve"> </w:t>
      </w:r>
      <w:r w:rsidR="00D958F5" w:rsidRPr="00D958F5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а, базовая ценность для каждого;</w:t>
      </w:r>
    </w:p>
    <w:p w14:paraId="02E47E83" w14:textId="6C886AEA" w:rsidR="00D958F5" w:rsidRPr="00D958F5" w:rsidRDefault="00D958F5" w:rsidP="0023384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F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8F5">
        <w:rPr>
          <w:rFonts w:ascii="Times New Roman" w:hAnsi="Times New Roman" w:cs="Times New Roman"/>
          <w:sz w:val="28"/>
          <w:szCs w:val="28"/>
        </w:rPr>
        <w:t>Герой моей семьи: члены семьи, которыми можно гордиться.</w:t>
      </w:r>
    </w:p>
    <w:p w14:paraId="68E09FE7" w14:textId="2DC330D4" w:rsidR="00D958F5" w:rsidRDefault="00233842" w:rsidP="0023384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Семья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8F5" w:rsidRPr="00D958F5">
        <w:rPr>
          <w:rFonts w:ascii="Times New Roman" w:hAnsi="Times New Roman" w:cs="Times New Roman"/>
          <w:sz w:val="28"/>
          <w:szCs w:val="28"/>
        </w:rPr>
        <w:t xml:space="preserve"> как одна из высших ценностей российского общества.</w:t>
      </w:r>
    </w:p>
    <w:p w14:paraId="1F7A4B17" w14:textId="08000901" w:rsidR="00D958F5" w:rsidRDefault="00D958F5" w:rsidP="00D958F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Специальная номинация – «Арт проект «Труд крут». </w:t>
      </w:r>
      <w:r w:rsidRPr="00D958F5">
        <w:rPr>
          <w:rFonts w:ascii="Times New Roman" w:hAnsi="Times New Roman" w:cs="Times New Roman"/>
          <w:sz w:val="28"/>
          <w:szCs w:val="28"/>
        </w:rPr>
        <w:t>Художникам предлагается создать эскизы объединив современное художественное искусство и популяризацию ценности труда и рабочих профессий.</w:t>
      </w:r>
    </w:p>
    <w:p w14:paraId="04660EF5" w14:textId="385C0CAA" w:rsidR="00D958F5" w:rsidRDefault="00D958F5" w:rsidP="00D958F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F5">
        <w:rPr>
          <w:rFonts w:ascii="Times New Roman" w:hAnsi="Times New Roman" w:cs="Times New Roman"/>
          <w:sz w:val="28"/>
          <w:szCs w:val="28"/>
        </w:rPr>
        <w:lastRenderedPageBreak/>
        <w:t>Победители и призеры окружного этапа получают дипломы, памятные знаки и денежные гранты на развитие творчества (по согласованию с НКО «Фонд гражданского общества ПФО»)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5EBAB0" w14:textId="610E68F7" w:rsidR="00D958F5" w:rsidRPr="00D958F5" w:rsidRDefault="00D958F5" w:rsidP="00D958F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F5">
        <w:rPr>
          <w:rFonts w:ascii="Times New Roman" w:hAnsi="Times New Roman" w:cs="Times New Roman"/>
          <w:sz w:val="28"/>
          <w:szCs w:val="28"/>
        </w:rPr>
        <w:t xml:space="preserve">Победители </w:t>
      </w:r>
      <w:proofErr w:type="spellStart"/>
      <w:r w:rsidRPr="00D958F5">
        <w:rPr>
          <w:rFonts w:ascii="Times New Roman" w:hAnsi="Times New Roman" w:cs="Times New Roman"/>
          <w:sz w:val="28"/>
          <w:szCs w:val="28"/>
        </w:rPr>
        <w:t>спецноминации</w:t>
      </w:r>
      <w:proofErr w:type="spellEnd"/>
      <w:r w:rsidRPr="00D958F5">
        <w:rPr>
          <w:rFonts w:ascii="Times New Roman" w:hAnsi="Times New Roman" w:cs="Times New Roman"/>
          <w:sz w:val="28"/>
          <w:szCs w:val="28"/>
        </w:rPr>
        <w:t xml:space="preserve"> «Арт проект „Труд крут"» получают сертификат, предусматривающий индивидуальное вознаграждение </w:t>
      </w:r>
      <w:r w:rsidR="006B70DC">
        <w:rPr>
          <w:rFonts w:ascii="Times New Roman" w:hAnsi="Times New Roman" w:cs="Times New Roman"/>
          <w:sz w:val="28"/>
          <w:szCs w:val="28"/>
        </w:rPr>
        <w:br/>
      </w:r>
      <w:r w:rsidRPr="00D958F5">
        <w:rPr>
          <w:rFonts w:ascii="Times New Roman" w:hAnsi="Times New Roman" w:cs="Times New Roman"/>
          <w:sz w:val="28"/>
          <w:szCs w:val="28"/>
        </w:rPr>
        <w:t>за проведение работ в размере от 150 до 200 тысяч рублей.</w:t>
      </w:r>
    </w:p>
    <w:p w14:paraId="6C5B581B" w14:textId="6605F3B0" w:rsidR="00385481" w:rsidRDefault="00D958F5" w:rsidP="00D958F5">
      <w:pPr>
        <w:tabs>
          <w:tab w:val="left" w:pos="775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70DC">
        <w:rPr>
          <w:rFonts w:ascii="Times New Roman" w:hAnsi="Times New Roman" w:cs="Times New Roman"/>
          <w:sz w:val="28"/>
          <w:szCs w:val="28"/>
        </w:rPr>
        <w:t>Подать з</w:t>
      </w:r>
      <w:r w:rsidR="00233842">
        <w:rPr>
          <w:rFonts w:ascii="Times New Roman" w:hAnsi="Times New Roman" w:cs="Times New Roman"/>
          <w:sz w:val="28"/>
          <w:szCs w:val="28"/>
        </w:rPr>
        <w:t>аявку на Ф</w:t>
      </w:r>
      <w:r>
        <w:rPr>
          <w:rFonts w:ascii="Times New Roman" w:hAnsi="Times New Roman" w:cs="Times New Roman"/>
          <w:sz w:val="28"/>
          <w:szCs w:val="28"/>
        </w:rPr>
        <w:t xml:space="preserve">естиваль можно </w:t>
      </w:r>
      <w:r w:rsidR="006B70DC">
        <w:rPr>
          <w:rFonts w:ascii="Times New Roman" w:hAnsi="Times New Roman" w:cs="Times New Roman"/>
          <w:sz w:val="28"/>
          <w:szCs w:val="28"/>
        </w:rPr>
        <w:t xml:space="preserve">до 15 апреля 2024 года </w:t>
      </w:r>
      <w:bookmarkStart w:id="0" w:name="_GoBack"/>
      <w:bookmarkEnd w:id="0"/>
      <w:r w:rsidR="006B70D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ссылке: </w:t>
      </w:r>
      <w:hyperlink r:id="rId5" w:history="1">
        <w:r w:rsidRPr="00F26EBF">
          <w:rPr>
            <w:rStyle w:val="a4"/>
            <w:rFonts w:ascii="Times New Roman" w:hAnsi="Times New Roman" w:cs="Times New Roman"/>
            <w:sz w:val="28"/>
            <w:szCs w:val="28"/>
          </w:rPr>
          <w:t>https://formartpfo.ru/f_reg-form</w:t>
        </w:r>
      </w:hyperlink>
    </w:p>
    <w:p w14:paraId="6E4FE4BB" w14:textId="77777777" w:rsidR="00D958F5" w:rsidRDefault="00D958F5" w:rsidP="00D958F5">
      <w:pPr>
        <w:tabs>
          <w:tab w:val="left" w:pos="775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10434D" w14:textId="77777777" w:rsidR="00D958F5" w:rsidRPr="00901312" w:rsidRDefault="00D958F5" w:rsidP="00D958F5">
      <w:pPr>
        <w:tabs>
          <w:tab w:val="left" w:pos="775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8F5" w:rsidRPr="00901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4693"/>
    <w:multiLevelType w:val="hybridMultilevel"/>
    <w:tmpl w:val="4B601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AC0"/>
    <w:rsid w:val="000B0880"/>
    <w:rsid w:val="000D2CC1"/>
    <w:rsid w:val="00233842"/>
    <w:rsid w:val="00385481"/>
    <w:rsid w:val="003F22A1"/>
    <w:rsid w:val="005D1BEE"/>
    <w:rsid w:val="006B70DC"/>
    <w:rsid w:val="007E0A73"/>
    <w:rsid w:val="007E3819"/>
    <w:rsid w:val="00901312"/>
    <w:rsid w:val="00907F8D"/>
    <w:rsid w:val="00C43AC0"/>
    <w:rsid w:val="00D958F5"/>
    <w:rsid w:val="00E9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C897"/>
  <w15:chartTrackingRefBased/>
  <w15:docId w15:val="{8C1D6B6B-147C-4486-9F97-2E45470F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AC0"/>
    <w:pPr>
      <w:spacing w:after="0" w:line="240" w:lineRule="auto"/>
      <w:ind w:left="720"/>
      <w:contextualSpacing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0D2CC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5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artpfo.ru/f_reg-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Диана Шайдуллина</cp:lastModifiedBy>
  <cp:revision>2</cp:revision>
  <dcterms:created xsi:type="dcterms:W3CDTF">2024-03-28T12:54:00Z</dcterms:created>
  <dcterms:modified xsi:type="dcterms:W3CDTF">2024-03-28T12:54:00Z</dcterms:modified>
</cp:coreProperties>
</file>